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3096"/>
        <w:gridCol w:w="3230"/>
      </w:tblGrid>
      <w:tr w:rsidR="002D0DFA" w14:paraId="4C337CB7" w14:textId="77777777" w:rsidTr="58F640D4">
        <w:tc>
          <w:tcPr>
            <w:tcW w:w="90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1B6D0E" w14:textId="248AB5D7" w:rsidR="002D0DFA" w:rsidRPr="002B1FE1" w:rsidRDefault="002D0DFA">
            <w:pPr>
              <w:rPr>
                <w:b/>
                <w:color w:val="275F36"/>
                <w:sz w:val="36"/>
                <w:szCs w:val="36"/>
                <w:lang w:val="en-GB"/>
              </w:rPr>
            </w:pPr>
            <w:r w:rsidRPr="00DA3867">
              <w:rPr>
                <w:b/>
                <w:color w:val="275F36"/>
                <w:sz w:val="36"/>
                <w:szCs w:val="36"/>
              </w:rPr>
              <w:t xml:space="preserve">Check </w:t>
            </w:r>
            <w:proofErr w:type="spellStart"/>
            <w:r w:rsidRPr="002B1FE1">
              <w:rPr>
                <w:b/>
                <w:color w:val="275F36"/>
                <w:sz w:val="36"/>
                <w:szCs w:val="36"/>
                <w:lang w:val="en-GB"/>
              </w:rPr>
              <w:t>Leaderwaardigheid</w:t>
            </w:r>
            <w:proofErr w:type="spellEnd"/>
            <w:r w:rsidR="00CF4CAE">
              <w:rPr>
                <w:b/>
                <w:color w:val="275F36"/>
                <w:sz w:val="36"/>
                <w:szCs w:val="36"/>
                <w:lang w:val="en-GB"/>
              </w:rPr>
              <w:t xml:space="preserve"> </w:t>
            </w:r>
            <w:r w:rsidR="00DA3867">
              <w:rPr>
                <w:b/>
                <w:color w:val="275F36"/>
                <w:sz w:val="36"/>
                <w:szCs w:val="36"/>
                <w:lang w:val="en-GB"/>
              </w:rPr>
              <w:t>– LEADER Drenthe</w:t>
            </w:r>
          </w:p>
        </w:tc>
      </w:tr>
      <w:tr w:rsidR="002D0DFA" w14:paraId="6B538637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444F05" w14:textId="77777777" w:rsidR="002D0DFA" w:rsidRPr="002A4F22" w:rsidRDefault="002D0DFA">
            <w:pPr>
              <w:rPr>
                <w:rFonts w:cstheme="minorHAnsi"/>
                <w:b/>
              </w:rPr>
            </w:pPr>
            <w:r w:rsidRPr="002A4F22">
              <w:rPr>
                <w:rFonts w:cstheme="minorHAnsi"/>
                <w:b/>
              </w:rPr>
              <w:t>Naam van het project</w:t>
            </w:r>
          </w:p>
        </w:tc>
        <w:tc>
          <w:tcPr>
            <w:tcW w:w="63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986B27" w14:textId="77777777" w:rsidR="002D0DFA" w:rsidRPr="002A4F22" w:rsidRDefault="002D0DFA">
            <w:pPr>
              <w:rPr>
                <w:rFonts w:cstheme="minorHAnsi"/>
                <w:b/>
              </w:rPr>
            </w:pPr>
          </w:p>
        </w:tc>
      </w:tr>
      <w:tr w:rsidR="002D0DFA" w14:paraId="79D74341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50DE05" w14:textId="77777777" w:rsidR="002D0DFA" w:rsidRPr="002A4F22" w:rsidRDefault="002D0DFA">
            <w:pPr>
              <w:rPr>
                <w:rFonts w:cstheme="minorHAnsi"/>
                <w:b/>
              </w:rPr>
            </w:pPr>
            <w:proofErr w:type="spellStart"/>
            <w:r w:rsidRPr="002A4F22">
              <w:rPr>
                <w:rFonts w:cstheme="minorHAnsi"/>
                <w:b/>
              </w:rPr>
              <w:t>Indiener</w:t>
            </w:r>
            <w:proofErr w:type="spellEnd"/>
            <w:r w:rsidRPr="002A4F22">
              <w:rPr>
                <w:rFonts w:cstheme="minorHAnsi"/>
                <w:b/>
              </w:rPr>
              <w:t>/</w:t>
            </w:r>
            <w:proofErr w:type="spellStart"/>
            <w:r w:rsidRPr="002A4F22">
              <w:rPr>
                <w:rFonts w:cstheme="minorHAnsi"/>
                <w:b/>
              </w:rPr>
              <w:t>penvoerder</w:t>
            </w:r>
            <w:proofErr w:type="spellEnd"/>
          </w:p>
        </w:tc>
        <w:tc>
          <w:tcPr>
            <w:tcW w:w="63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625156" w14:textId="48487C19" w:rsidR="002D0DFA" w:rsidRPr="002A4F22" w:rsidRDefault="00BF55A2" w:rsidP="00BF55A2">
            <w:pPr>
              <w:tabs>
                <w:tab w:val="left" w:pos="4620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ab/>
            </w:r>
          </w:p>
        </w:tc>
      </w:tr>
      <w:tr w:rsidR="002D0DFA" w:rsidRPr="00292EB9" w14:paraId="57338278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3C0DEC" w14:textId="77777777" w:rsidR="002D0DFA" w:rsidRPr="002A4F22" w:rsidRDefault="002D0DFA">
            <w:pPr>
              <w:rPr>
                <w:rFonts w:cstheme="minorHAnsi"/>
                <w:b/>
                <w:lang w:val="nl-NL"/>
              </w:rPr>
            </w:pPr>
            <w:r w:rsidRPr="002A4F22">
              <w:rPr>
                <w:rFonts w:cstheme="minorHAnsi"/>
                <w:b/>
                <w:lang w:val="nl-NL"/>
              </w:rPr>
              <w:t>Contactgegevens – naam, adres,  postcode, woonplaats, email, telefoonnummer</w:t>
            </w:r>
          </w:p>
        </w:tc>
        <w:tc>
          <w:tcPr>
            <w:tcW w:w="63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EEF392" w14:textId="77777777" w:rsidR="002D0DFA" w:rsidRPr="002A4F22" w:rsidRDefault="002D0DFA">
            <w:pPr>
              <w:rPr>
                <w:rFonts w:cstheme="minorHAnsi"/>
                <w:b/>
                <w:lang w:val="nl-NL"/>
              </w:rPr>
            </w:pPr>
          </w:p>
          <w:p w14:paraId="3E0303E7" w14:textId="77777777" w:rsidR="002D0DFA" w:rsidRPr="002A4F22" w:rsidRDefault="002D0DFA">
            <w:pPr>
              <w:rPr>
                <w:rFonts w:cstheme="minorHAnsi"/>
                <w:b/>
                <w:lang w:val="nl-NL"/>
              </w:rPr>
            </w:pPr>
          </w:p>
          <w:p w14:paraId="14B982EC" w14:textId="6A3812CA" w:rsidR="002D0DFA" w:rsidRPr="002A4F22" w:rsidRDefault="002D0DFA">
            <w:pPr>
              <w:rPr>
                <w:rFonts w:cstheme="minorHAnsi"/>
                <w:b/>
                <w:lang w:val="nl-NL"/>
              </w:rPr>
            </w:pPr>
          </w:p>
          <w:p w14:paraId="2BE04E95" w14:textId="77777777" w:rsidR="002D0DFA" w:rsidRPr="002A4F22" w:rsidRDefault="002D0DFA">
            <w:pPr>
              <w:rPr>
                <w:rFonts w:cstheme="minorHAnsi"/>
                <w:b/>
                <w:lang w:val="nl-NL"/>
              </w:rPr>
            </w:pPr>
          </w:p>
        </w:tc>
      </w:tr>
      <w:tr w:rsidR="002D0DFA" w:rsidRPr="009426BE" w14:paraId="1DF659A6" w14:textId="77777777" w:rsidTr="58F640D4">
        <w:trPr>
          <w:trHeight w:val="1296"/>
        </w:trPr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BEE50F" w14:textId="77777777" w:rsidR="002D0DFA" w:rsidRDefault="002D0DFA">
            <w:pPr>
              <w:rPr>
                <w:rFonts w:cstheme="minorHAnsi"/>
                <w:b/>
                <w:lang w:val="nl-NL"/>
              </w:rPr>
            </w:pPr>
            <w:r w:rsidRPr="002A4F22">
              <w:rPr>
                <w:rFonts w:cstheme="minorHAnsi"/>
                <w:b/>
                <w:lang w:val="nl-NL"/>
              </w:rPr>
              <w:t>Doel van het project</w:t>
            </w:r>
            <w:r w:rsidR="009426BE" w:rsidRPr="002A4F22">
              <w:rPr>
                <w:rFonts w:cstheme="minorHAnsi"/>
                <w:b/>
                <w:lang w:val="nl-NL"/>
              </w:rPr>
              <w:t xml:space="preserve"> </w:t>
            </w:r>
          </w:p>
          <w:p w14:paraId="3B17C342" w14:textId="77777777" w:rsidR="00CA4CDF" w:rsidRDefault="00CA4CDF">
            <w:pPr>
              <w:rPr>
                <w:rFonts w:cstheme="minorHAnsi"/>
                <w:b/>
                <w:lang w:val="nl-NL"/>
              </w:rPr>
            </w:pPr>
          </w:p>
          <w:p w14:paraId="3D44A851" w14:textId="77777777" w:rsidR="00CA4CDF" w:rsidRDefault="00CA4CDF">
            <w:pPr>
              <w:rPr>
                <w:rFonts w:cstheme="minorHAnsi"/>
                <w:b/>
                <w:lang w:val="nl-NL"/>
              </w:rPr>
            </w:pPr>
          </w:p>
          <w:p w14:paraId="2099B895" w14:textId="44F1133A" w:rsidR="00CA4CDF" w:rsidRPr="002A4F22" w:rsidRDefault="00CA4CDF">
            <w:pPr>
              <w:rPr>
                <w:rFonts w:cstheme="minorHAnsi"/>
                <w:b/>
                <w:lang w:val="nl-NL"/>
              </w:rPr>
            </w:pPr>
          </w:p>
        </w:tc>
        <w:tc>
          <w:tcPr>
            <w:tcW w:w="63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58C5B" w14:textId="77777777" w:rsidR="00CA4CDF" w:rsidRPr="002A4F22" w:rsidRDefault="00CA4CDF">
            <w:pPr>
              <w:rPr>
                <w:rFonts w:cstheme="minorHAnsi"/>
                <w:b/>
                <w:lang w:val="nl-NL"/>
              </w:rPr>
            </w:pPr>
          </w:p>
        </w:tc>
      </w:tr>
      <w:tr w:rsidR="009426BE" w:rsidRPr="00292EB9" w14:paraId="582BCCC5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E7347D" w14:textId="77777777" w:rsidR="009426BE" w:rsidRDefault="009426BE">
            <w:pPr>
              <w:rPr>
                <w:rFonts w:cstheme="minorHAnsi"/>
                <w:b/>
                <w:lang w:val="nl-NL"/>
              </w:rPr>
            </w:pPr>
            <w:r w:rsidRPr="002A4F22">
              <w:rPr>
                <w:rFonts w:cstheme="minorHAnsi"/>
                <w:b/>
                <w:lang w:val="nl-NL"/>
              </w:rPr>
              <w:t xml:space="preserve">Beschrijving van </w:t>
            </w:r>
            <w:r w:rsidR="00494DF8">
              <w:rPr>
                <w:rFonts w:cstheme="minorHAnsi"/>
                <w:b/>
                <w:lang w:val="nl-NL"/>
              </w:rPr>
              <w:t>de</w:t>
            </w:r>
            <w:r w:rsidRPr="002A4F22">
              <w:rPr>
                <w:rFonts w:cstheme="minorHAnsi"/>
                <w:b/>
                <w:lang w:val="nl-NL"/>
              </w:rPr>
              <w:t xml:space="preserve"> </w:t>
            </w:r>
            <w:r w:rsidR="00494DF8">
              <w:rPr>
                <w:rFonts w:cstheme="minorHAnsi"/>
                <w:b/>
                <w:lang w:val="nl-NL"/>
              </w:rPr>
              <w:t>activiteiten</w:t>
            </w:r>
            <w:r w:rsidRPr="002A4F22">
              <w:rPr>
                <w:rFonts w:cstheme="minorHAnsi"/>
                <w:b/>
                <w:lang w:val="nl-NL"/>
              </w:rPr>
              <w:t xml:space="preserve"> </w:t>
            </w:r>
          </w:p>
          <w:p w14:paraId="701EE0E0" w14:textId="05DF9C0F" w:rsidR="00C20B56" w:rsidRPr="00C20B56" w:rsidRDefault="00C20B56">
            <w:pPr>
              <w:rPr>
                <w:rFonts w:cstheme="minorHAnsi"/>
                <w:bCs/>
                <w:lang w:val="nl-NL"/>
              </w:rPr>
            </w:pPr>
            <w:r w:rsidRPr="00C20B56">
              <w:rPr>
                <w:rFonts w:cstheme="minorHAnsi"/>
                <w:bCs/>
                <w:lang w:val="nl-NL"/>
              </w:rPr>
              <w:t>Wat ga je in dit project doen?</w:t>
            </w:r>
            <w:r>
              <w:rPr>
                <w:rFonts w:cstheme="minorHAnsi"/>
                <w:bCs/>
                <w:lang w:val="nl-NL"/>
              </w:rPr>
              <w:t xml:space="preserve"> Wat wordt er ontwikkeld, gebouwd, gekocht, gemaakt etc. </w:t>
            </w:r>
          </w:p>
        </w:tc>
        <w:tc>
          <w:tcPr>
            <w:tcW w:w="63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ACF854" w14:textId="77777777" w:rsidR="009426BE" w:rsidRPr="002A4F22" w:rsidRDefault="009426BE">
            <w:pPr>
              <w:rPr>
                <w:rFonts w:cstheme="minorHAnsi"/>
                <w:b/>
                <w:lang w:val="nl-NL"/>
              </w:rPr>
            </w:pPr>
          </w:p>
          <w:p w14:paraId="6DD89A75" w14:textId="77777777" w:rsidR="00DF66E1" w:rsidRPr="002A4F22" w:rsidRDefault="00DF66E1">
            <w:pPr>
              <w:rPr>
                <w:rFonts w:cstheme="minorHAnsi"/>
                <w:b/>
                <w:lang w:val="nl-NL"/>
              </w:rPr>
            </w:pPr>
          </w:p>
          <w:p w14:paraId="09720344" w14:textId="00127253" w:rsidR="00DF66E1" w:rsidRDefault="00DF66E1">
            <w:pPr>
              <w:rPr>
                <w:rFonts w:cstheme="minorHAnsi"/>
                <w:b/>
                <w:lang w:val="nl-NL"/>
              </w:rPr>
            </w:pPr>
          </w:p>
          <w:p w14:paraId="5EB88B87" w14:textId="77777777" w:rsidR="00BD085D" w:rsidRPr="002A4F22" w:rsidRDefault="00BD085D">
            <w:pPr>
              <w:rPr>
                <w:rFonts w:cstheme="minorHAnsi"/>
                <w:b/>
                <w:lang w:val="nl-NL"/>
              </w:rPr>
            </w:pPr>
          </w:p>
          <w:p w14:paraId="6BA5F16D" w14:textId="75F3EE83" w:rsidR="00DF66E1" w:rsidRPr="002A4F22" w:rsidRDefault="00DF66E1">
            <w:pPr>
              <w:rPr>
                <w:rFonts w:cstheme="minorHAnsi"/>
                <w:b/>
                <w:lang w:val="nl-NL"/>
              </w:rPr>
            </w:pPr>
          </w:p>
        </w:tc>
      </w:tr>
      <w:tr w:rsidR="002D0DFA" w14:paraId="2F2849BC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7684E8" w14:textId="7063B052" w:rsidR="5E360FAD" w:rsidRPr="002A4F22" w:rsidRDefault="5E360FAD" w:rsidP="23919297">
            <w:pPr>
              <w:rPr>
                <w:rFonts w:eastAsia="Calibri Light" w:cstheme="minorHAnsi"/>
                <w:b/>
                <w:bCs/>
                <w:color w:val="000000" w:themeColor="text1"/>
                <w:lang w:val="en-GB"/>
              </w:rPr>
            </w:pPr>
            <w:proofErr w:type="spellStart"/>
            <w:r w:rsidRPr="002A4F22">
              <w:rPr>
                <w:rFonts w:eastAsiaTheme="minorEastAsia" w:cstheme="minorHAnsi"/>
                <w:b/>
                <w:bCs/>
                <w:lang w:val="en-GB"/>
              </w:rPr>
              <w:t>Aansluiting</w:t>
            </w:r>
            <w:proofErr w:type="spellEnd"/>
            <w:r w:rsidRPr="002A4F22">
              <w:rPr>
                <w:rFonts w:eastAsiaTheme="minorEastAsia" w:cstheme="minorHAnsi"/>
                <w:b/>
                <w:bCs/>
                <w:lang w:val="en-GB"/>
              </w:rPr>
              <w:t xml:space="preserve"> </w:t>
            </w:r>
            <w:proofErr w:type="spellStart"/>
            <w:r w:rsidRPr="002A4F22">
              <w:rPr>
                <w:rFonts w:eastAsiaTheme="minorEastAsia" w:cstheme="minorHAnsi"/>
                <w:b/>
                <w:bCs/>
                <w:lang w:val="en-GB"/>
              </w:rPr>
              <w:t>bij</w:t>
            </w:r>
            <w:proofErr w:type="spellEnd"/>
            <w:r w:rsidRPr="002A4F22">
              <w:rPr>
                <w:rFonts w:eastAsiaTheme="minorEastAsia" w:cstheme="minorHAnsi"/>
                <w:b/>
                <w:bCs/>
                <w:lang w:val="en-GB"/>
              </w:rPr>
              <w:t xml:space="preserve"> LOS-</w:t>
            </w:r>
            <w:proofErr w:type="spellStart"/>
            <w:r w:rsidRPr="002A4F22">
              <w:rPr>
                <w:rFonts w:eastAsiaTheme="minorEastAsia" w:cstheme="minorHAnsi"/>
                <w:b/>
                <w:bCs/>
                <w:lang w:val="en-GB"/>
              </w:rPr>
              <w:t>doelen</w:t>
            </w:r>
            <w:proofErr w:type="spellEnd"/>
          </w:p>
        </w:tc>
        <w:tc>
          <w:tcPr>
            <w:tcW w:w="63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88948F" w14:textId="00E1D2E1" w:rsidR="009318DF" w:rsidRPr="002A4F22" w:rsidRDefault="23919297" w:rsidP="23919297">
            <w:pPr>
              <w:rPr>
                <w:rFonts w:eastAsia="Calibri Light" w:cstheme="minorHAnsi"/>
                <w:color w:val="000000" w:themeColor="text1"/>
                <w:lang w:val="nl-NL"/>
              </w:rPr>
            </w:pPr>
            <w:r w:rsidRPr="002A4F22">
              <w:rPr>
                <w:rFonts w:eastAsia="Calibri Light" w:cstheme="minorHAnsi"/>
                <w:color w:val="000000" w:themeColor="text1"/>
                <w:lang w:val="nl-NL"/>
              </w:rPr>
              <w:t>Aan welke LOS-doelen draagt het initiatief bij</w:t>
            </w:r>
            <w:r w:rsidR="009426BE" w:rsidRPr="002A4F22">
              <w:rPr>
                <w:rFonts w:eastAsia="Calibri Light" w:cstheme="minorHAnsi"/>
                <w:color w:val="000000" w:themeColor="text1"/>
                <w:lang w:val="nl-NL"/>
              </w:rPr>
              <w:t>:</w:t>
            </w:r>
          </w:p>
          <w:p w14:paraId="36E7A266" w14:textId="0C0499AF" w:rsidR="23919297" w:rsidRPr="002A4F22" w:rsidRDefault="23919297" w:rsidP="009318DF">
            <w:pPr>
              <w:pStyle w:val="Lijstalinea"/>
              <w:numPr>
                <w:ilvl w:val="0"/>
                <w:numId w:val="27"/>
              </w:numPr>
              <w:rPr>
                <w:rFonts w:eastAsia="Calibri" w:cstheme="minorHAnsi"/>
                <w:color w:val="000000" w:themeColor="text1"/>
                <w:lang w:val="nl-NL"/>
              </w:rPr>
            </w:pPr>
            <w:r w:rsidRPr="002A4F22">
              <w:rPr>
                <w:rFonts w:eastAsia="Calibri Light" w:cstheme="minorHAnsi"/>
                <w:color w:val="000000" w:themeColor="text1"/>
                <w:lang w:val="nl-NL"/>
              </w:rPr>
              <w:t>Toekomstgerichte economie </w:t>
            </w:r>
          </w:p>
          <w:p w14:paraId="579A4C89" w14:textId="7DB6D40A" w:rsidR="23919297" w:rsidRPr="002A4F22" w:rsidRDefault="23919297" w:rsidP="23919297">
            <w:pPr>
              <w:pStyle w:val="Lijstalinea"/>
              <w:numPr>
                <w:ilvl w:val="0"/>
                <w:numId w:val="10"/>
              </w:numPr>
              <w:spacing w:line="240" w:lineRule="auto"/>
              <w:rPr>
                <w:rFonts w:eastAsia="Calibri" w:cstheme="minorHAnsi"/>
                <w:color w:val="000000" w:themeColor="text1"/>
              </w:rPr>
            </w:pPr>
            <w:r w:rsidRPr="002A4F22">
              <w:rPr>
                <w:rFonts w:eastAsia="Calibri Light" w:cstheme="minorHAnsi"/>
                <w:color w:val="000000" w:themeColor="text1"/>
                <w:lang w:val="nl-NL"/>
              </w:rPr>
              <w:t>Samen leven en wonen</w:t>
            </w:r>
          </w:p>
          <w:p w14:paraId="6F6C1055" w14:textId="0270C33D" w:rsidR="23919297" w:rsidRPr="002A4F22" w:rsidRDefault="23919297" w:rsidP="23919297">
            <w:pPr>
              <w:pStyle w:val="Lijstalinea"/>
              <w:numPr>
                <w:ilvl w:val="0"/>
                <w:numId w:val="10"/>
              </w:numPr>
              <w:spacing w:line="240" w:lineRule="auto"/>
              <w:rPr>
                <w:rFonts w:eastAsia="Calibri" w:cstheme="minorHAnsi"/>
                <w:color w:val="000000" w:themeColor="text1"/>
              </w:rPr>
            </w:pPr>
            <w:r w:rsidRPr="002A4F22">
              <w:rPr>
                <w:rFonts w:eastAsia="Calibri Light" w:cstheme="minorHAnsi"/>
                <w:color w:val="000000" w:themeColor="text1"/>
                <w:lang w:val="nl-NL"/>
              </w:rPr>
              <w:t>Versterken biodiversiteit en landschapskwaliteit</w:t>
            </w:r>
          </w:p>
          <w:p w14:paraId="4229D338" w14:textId="1F05A603" w:rsidR="23919297" w:rsidRPr="002A4F22" w:rsidRDefault="23919297" w:rsidP="23919297">
            <w:pPr>
              <w:pStyle w:val="Lijstalinea"/>
              <w:numPr>
                <w:ilvl w:val="0"/>
                <w:numId w:val="10"/>
              </w:numPr>
              <w:spacing w:line="240" w:lineRule="auto"/>
              <w:rPr>
                <w:rFonts w:eastAsia="Calibri" w:cstheme="minorHAnsi"/>
                <w:color w:val="000000" w:themeColor="text1"/>
              </w:rPr>
            </w:pPr>
            <w:r w:rsidRPr="002A4F22">
              <w:rPr>
                <w:rFonts w:eastAsia="Calibri Light" w:cstheme="minorHAnsi"/>
                <w:color w:val="000000" w:themeColor="text1"/>
                <w:lang w:val="nl-NL"/>
              </w:rPr>
              <w:t xml:space="preserve">Klimaatadaptatie &amp; duurzaamheid  </w:t>
            </w:r>
          </w:p>
        </w:tc>
      </w:tr>
      <w:tr w:rsidR="002D0DFA" w:rsidRPr="00292EB9" w14:paraId="01A9899C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C17DD0" w14:textId="6E459837" w:rsidR="00DF66E1" w:rsidRPr="002A4F22" w:rsidRDefault="00BA68BD" w:rsidP="00DF66E1">
            <w:pPr>
              <w:rPr>
                <w:rFonts w:eastAsia="Calibri Light" w:cstheme="minorHAnsi"/>
                <w:color w:val="000000" w:themeColor="text1"/>
                <w:lang w:val="nl-NL"/>
              </w:rPr>
            </w:pPr>
            <w:r w:rsidRPr="002A4F22">
              <w:rPr>
                <w:rFonts w:cstheme="minorHAnsi"/>
                <w:b/>
                <w:lang w:val="nl-NL"/>
              </w:rPr>
              <w:t>Bo</w:t>
            </w:r>
            <w:r w:rsidR="00DF66E1" w:rsidRPr="002A4F22">
              <w:rPr>
                <w:rFonts w:cstheme="minorHAnsi"/>
                <w:b/>
                <w:lang w:val="nl-NL"/>
              </w:rPr>
              <w:t>ttom-up/draagvlak en behoefte</w:t>
            </w:r>
            <w:r w:rsidR="00DF66E1" w:rsidRPr="002A4F22">
              <w:rPr>
                <w:rFonts w:eastAsia="Calibri Light" w:cstheme="minorHAnsi"/>
                <w:color w:val="000000" w:themeColor="text1"/>
                <w:lang w:val="nl-NL"/>
              </w:rPr>
              <w:t xml:space="preserve"> </w:t>
            </w:r>
          </w:p>
          <w:p w14:paraId="355B8293" w14:textId="1412A36D" w:rsidR="00DF66E1" w:rsidRPr="002A4F22" w:rsidRDefault="00DF66E1" w:rsidP="00DF66E1">
            <w:pPr>
              <w:rPr>
                <w:rFonts w:eastAsia="Calibri Light" w:cstheme="minorHAnsi"/>
                <w:color w:val="000000" w:themeColor="text1"/>
                <w:lang w:val="nl-NL"/>
              </w:rPr>
            </w:pPr>
            <w:r w:rsidRPr="002A4F22">
              <w:rPr>
                <w:rFonts w:eastAsia="Calibri Light" w:cstheme="minorHAnsi"/>
                <w:color w:val="000000" w:themeColor="text1"/>
                <w:lang w:val="nl-NL"/>
              </w:rPr>
              <w:t>Hoe of vanuit wie is het initiatief ontstaan? In welke behoefte voorziet het?</w:t>
            </w:r>
          </w:p>
          <w:p w14:paraId="37A18D3C" w14:textId="22C377B6" w:rsidR="002D0DFA" w:rsidRPr="002A4F22" w:rsidRDefault="002D0DFA">
            <w:pPr>
              <w:rPr>
                <w:rFonts w:cstheme="minorHAnsi"/>
                <w:b/>
                <w:lang w:val="nl-NL"/>
              </w:rPr>
            </w:pPr>
          </w:p>
        </w:tc>
        <w:tc>
          <w:tcPr>
            <w:tcW w:w="63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B40BC4" w14:textId="77777777" w:rsidR="002D0DFA" w:rsidRPr="002A4F22" w:rsidRDefault="002D0DFA">
            <w:pPr>
              <w:rPr>
                <w:rFonts w:cstheme="minorHAnsi"/>
                <w:b/>
                <w:lang w:val="nl-NL"/>
              </w:rPr>
            </w:pPr>
          </w:p>
          <w:p w14:paraId="5534374B" w14:textId="77777777" w:rsidR="002D0DFA" w:rsidRPr="002A4F22" w:rsidRDefault="002D0DFA">
            <w:pPr>
              <w:rPr>
                <w:rFonts w:cstheme="minorHAnsi"/>
                <w:b/>
                <w:lang w:val="nl-NL"/>
              </w:rPr>
            </w:pPr>
          </w:p>
          <w:p w14:paraId="4F3A10F6" w14:textId="77777777" w:rsidR="002D0DFA" w:rsidRPr="002A4F22" w:rsidRDefault="002D0DFA">
            <w:pPr>
              <w:rPr>
                <w:rFonts w:cstheme="minorHAnsi"/>
                <w:b/>
                <w:lang w:val="nl-NL"/>
              </w:rPr>
            </w:pPr>
          </w:p>
        </w:tc>
      </w:tr>
      <w:tr w:rsidR="00E543CD" w:rsidRPr="00292EB9" w14:paraId="26208323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693A7F" w14:textId="23F93A6B" w:rsidR="00F8018E" w:rsidRPr="002A4F22" w:rsidRDefault="00E543CD" w:rsidP="00DF66E1">
            <w:pPr>
              <w:rPr>
                <w:rFonts w:cstheme="minorHAnsi"/>
                <w:b/>
                <w:lang w:val="nl-NL"/>
              </w:rPr>
            </w:pPr>
            <w:r w:rsidRPr="002A4F22">
              <w:rPr>
                <w:rFonts w:cstheme="minorHAnsi"/>
                <w:b/>
                <w:lang w:val="nl-NL"/>
              </w:rPr>
              <w:t>Innovatief/ vernieuwend of onderscheidend</w:t>
            </w:r>
          </w:p>
          <w:p w14:paraId="43824497" w14:textId="2B42E5CD" w:rsidR="00F8018E" w:rsidRPr="002A4F22" w:rsidRDefault="00F8018E" w:rsidP="00DF66E1">
            <w:pPr>
              <w:rPr>
                <w:rFonts w:eastAsia="Calibri Light" w:cstheme="minorHAnsi"/>
                <w:b/>
                <w:bCs/>
                <w:color w:val="000000" w:themeColor="text1"/>
                <w:lang w:val="nl-NL"/>
              </w:rPr>
            </w:pPr>
            <w:r w:rsidRPr="002A4F22">
              <w:rPr>
                <w:rFonts w:eastAsia="Calibri Light" w:cstheme="minorHAnsi"/>
                <w:color w:val="000000" w:themeColor="text1"/>
                <w:lang w:val="nl-NL"/>
              </w:rPr>
              <w:t>Op welke manier is het initiatief innovatief? Wat voegt het initiatief toe aan bestaande activiteiten/</w:t>
            </w:r>
            <w:r w:rsidR="00BA68BD" w:rsidRPr="002A4F22">
              <w:rPr>
                <w:rFonts w:eastAsia="Calibri Light" w:cstheme="minorHAnsi"/>
                <w:color w:val="000000" w:themeColor="text1"/>
                <w:lang w:val="nl-NL"/>
              </w:rPr>
              <w:t xml:space="preserve"> </w:t>
            </w:r>
            <w:r w:rsidRPr="002A4F22">
              <w:rPr>
                <w:rFonts w:eastAsia="Calibri Light" w:cstheme="minorHAnsi"/>
                <w:color w:val="000000" w:themeColor="text1"/>
                <w:lang w:val="nl-NL"/>
              </w:rPr>
              <w:t>voorzieningen?</w:t>
            </w:r>
          </w:p>
        </w:tc>
        <w:tc>
          <w:tcPr>
            <w:tcW w:w="63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8E38A8" w14:textId="77777777" w:rsidR="00E543CD" w:rsidRPr="002A4F22" w:rsidRDefault="00E543CD">
            <w:pPr>
              <w:rPr>
                <w:rFonts w:cstheme="minorHAnsi"/>
                <w:b/>
                <w:lang w:val="nl-NL"/>
              </w:rPr>
            </w:pPr>
          </w:p>
        </w:tc>
      </w:tr>
      <w:tr w:rsidR="00F8018E" w:rsidRPr="00D47B70" w14:paraId="7FAD0A39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83F090" w14:textId="77777777" w:rsidR="00F8018E" w:rsidRPr="002A4F22" w:rsidRDefault="00F8018E" w:rsidP="00DF66E1">
            <w:pPr>
              <w:rPr>
                <w:rFonts w:eastAsia="Calibri Light" w:cstheme="minorHAnsi"/>
                <w:b/>
                <w:bCs/>
                <w:color w:val="000000" w:themeColor="text1"/>
                <w:lang w:val="nl-NL"/>
              </w:rPr>
            </w:pPr>
            <w:r w:rsidRPr="002A4F22">
              <w:rPr>
                <w:rFonts w:cstheme="minorHAnsi"/>
                <w:b/>
                <w:lang w:val="nl-NL"/>
              </w:rPr>
              <w:lastRenderedPageBreak/>
              <w:t>Samenwerking</w:t>
            </w:r>
          </w:p>
          <w:p w14:paraId="55861552" w14:textId="4ED91C22" w:rsidR="00F8018E" w:rsidRPr="002A4F22" w:rsidRDefault="00F8018E" w:rsidP="00DF66E1">
            <w:pPr>
              <w:rPr>
                <w:rFonts w:eastAsia="Calibri Light" w:cstheme="minorHAnsi"/>
                <w:color w:val="000000" w:themeColor="text1"/>
                <w:lang w:val="nl-NL"/>
              </w:rPr>
            </w:pPr>
            <w:r w:rsidRPr="002A4F22">
              <w:rPr>
                <w:rFonts w:eastAsia="Calibri Light" w:cstheme="minorHAnsi"/>
                <w:color w:val="000000" w:themeColor="text1"/>
                <w:lang w:val="nl-NL"/>
              </w:rPr>
              <w:t>Met wie wordt samengewerkt in het project?</w:t>
            </w:r>
            <w:r w:rsidR="00EB33E4">
              <w:rPr>
                <w:rFonts w:eastAsia="Calibri Light" w:cstheme="minorHAnsi"/>
                <w:color w:val="000000" w:themeColor="text1"/>
                <w:lang w:val="nl-NL"/>
              </w:rPr>
              <w:t xml:space="preserve"> Zijn dit nieuwe partners? Is de samenwerking blijvend? Werken er vrijwilligers mee in het project en hoe?</w:t>
            </w:r>
          </w:p>
        </w:tc>
        <w:tc>
          <w:tcPr>
            <w:tcW w:w="63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ECD4D1" w14:textId="77777777" w:rsidR="00F8018E" w:rsidRPr="002A4F22" w:rsidRDefault="00F8018E">
            <w:pPr>
              <w:rPr>
                <w:rFonts w:cstheme="minorHAnsi"/>
                <w:b/>
                <w:lang w:val="nl-NL"/>
              </w:rPr>
            </w:pPr>
          </w:p>
        </w:tc>
      </w:tr>
      <w:tr w:rsidR="002D0DFA" w:rsidRPr="00292EB9" w14:paraId="573FAA47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10C9C9" w14:textId="5CB20A2C" w:rsidR="002D0DFA" w:rsidRPr="002A4F22" w:rsidRDefault="002D0DFA" w:rsidP="58F640D4">
            <w:pPr>
              <w:rPr>
                <w:b/>
                <w:bCs/>
                <w:lang w:val="nl-NL"/>
              </w:rPr>
            </w:pPr>
            <w:r w:rsidRPr="58F640D4">
              <w:rPr>
                <w:b/>
                <w:bCs/>
                <w:lang w:val="nl-NL"/>
              </w:rPr>
              <w:t>Wat zijn de verwachte resultaten en hoe zijn deze meetbaar?</w:t>
            </w:r>
          </w:p>
        </w:tc>
        <w:tc>
          <w:tcPr>
            <w:tcW w:w="63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1A12FC" w14:textId="77777777" w:rsidR="002D0DFA" w:rsidRPr="002A4F22" w:rsidRDefault="002D0DFA">
            <w:pPr>
              <w:rPr>
                <w:rFonts w:cstheme="minorHAnsi"/>
                <w:b/>
                <w:lang w:val="nl-NL"/>
              </w:rPr>
            </w:pPr>
          </w:p>
          <w:p w14:paraId="367F9338" w14:textId="77777777" w:rsidR="002D0DFA" w:rsidRPr="002A4F22" w:rsidRDefault="002D0DFA">
            <w:pPr>
              <w:rPr>
                <w:rFonts w:cstheme="minorHAnsi"/>
                <w:b/>
                <w:lang w:val="nl-NL"/>
              </w:rPr>
            </w:pPr>
          </w:p>
        </w:tc>
      </w:tr>
      <w:tr w:rsidR="009E7194" w:rsidRPr="00292EB9" w14:paraId="7D444C18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9A3977" w14:textId="77777777" w:rsidR="009E7194" w:rsidRPr="00CF4CAE" w:rsidRDefault="009E7194" w:rsidP="009E7194">
            <w:pPr>
              <w:pStyle w:val="Lijstalinea"/>
              <w:ind w:left="426" w:hanging="404"/>
              <w:rPr>
                <w:rFonts w:ascii="Calibri" w:eastAsia="Calibri" w:hAnsi="Calibri" w:cs="Calibri"/>
                <w:b/>
                <w:bCs/>
                <w:color w:val="000000" w:themeColor="text1"/>
                <w:lang w:val="nl-NL"/>
              </w:rPr>
            </w:pPr>
            <w:r w:rsidRPr="009E7194">
              <w:rPr>
                <w:rFonts w:ascii="Calibri" w:eastAsia="Calibri" w:hAnsi="Calibri" w:cs="Calibri"/>
                <w:b/>
                <w:bCs/>
                <w:color w:val="000000" w:themeColor="text1"/>
                <w:lang w:val="nl-NL"/>
              </w:rPr>
              <w:t>Exploitatie </w:t>
            </w:r>
          </w:p>
          <w:p w14:paraId="6847BFD5" w14:textId="16D0C813" w:rsidR="009E7194" w:rsidRPr="009E7194" w:rsidRDefault="009E7194" w:rsidP="009E7194">
            <w:pPr>
              <w:tabs>
                <w:tab w:val="num" w:pos="567"/>
              </w:tabs>
              <w:rPr>
                <w:rFonts w:ascii="Calibri Light" w:eastAsia="Calibri Light" w:hAnsi="Calibri Light" w:cs="Calibri Light"/>
                <w:color w:val="000000" w:themeColor="text1"/>
                <w:sz w:val="20"/>
                <w:szCs w:val="20"/>
                <w:lang w:val="nl-NL"/>
              </w:rPr>
            </w:pPr>
            <w:r w:rsidRPr="002B1FE1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lang w:val="nl-NL"/>
              </w:rPr>
              <w:t>In welke mate is het initiatief uit op een sluitende exploitatie/</w:t>
            </w:r>
            <w:r w:rsidR="002B1FE1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lang w:val="nl-NL"/>
              </w:rPr>
              <w:t xml:space="preserve"> </w:t>
            </w:r>
            <w:r w:rsidRPr="002B1FE1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lang w:val="nl-NL"/>
              </w:rPr>
              <w:t xml:space="preserve">realistisch verdienmodel? </w:t>
            </w:r>
          </w:p>
        </w:tc>
        <w:tc>
          <w:tcPr>
            <w:tcW w:w="63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974524" w14:textId="77777777" w:rsidR="009E7194" w:rsidRPr="002A4F22" w:rsidRDefault="009E7194">
            <w:pPr>
              <w:rPr>
                <w:rFonts w:cstheme="minorHAnsi"/>
                <w:b/>
                <w:lang w:val="nl-NL"/>
              </w:rPr>
            </w:pPr>
          </w:p>
        </w:tc>
      </w:tr>
      <w:tr w:rsidR="009E7194" w:rsidRPr="00D47B70" w14:paraId="6F61CAE0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EF1074" w14:textId="77777777" w:rsidR="009E7194" w:rsidRPr="00CF4CAE" w:rsidRDefault="009E7194" w:rsidP="009E7194">
            <w:pPr>
              <w:pStyle w:val="Lijstalinea"/>
              <w:ind w:left="360" w:hanging="338"/>
              <w:rPr>
                <w:rFonts w:ascii="Calibri" w:eastAsia="Calibri" w:hAnsi="Calibri" w:cs="Calibri"/>
                <w:b/>
                <w:bCs/>
                <w:color w:val="000000" w:themeColor="text1"/>
                <w:lang w:val="nl-NL"/>
              </w:rPr>
            </w:pPr>
            <w:r w:rsidRPr="009E7194">
              <w:rPr>
                <w:rFonts w:ascii="Calibri" w:eastAsia="Calibri" w:hAnsi="Calibri" w:cs="Calibri"/>
                <w:b/>
                <w:bCs/>
                <w:color w:val="000000" w:themeColor="text1"/>
                <w:lang w:val="nl-NL"/>
              </w:rPr>
              <w:t>Continuïteit </w:t>
            </w:r>
          </w:p>
          <w:p w14:paraId="2AE8EA27" w14:textId="0D86FADA" w:rsidR="009E7194" w:rsidRPr="009E7194" w:rsidRDefault="009E7194" w:rsidP="009E7194">
            <w:pPr>
              <w:rPr>
                <w:b/>
                <w:bCs/>
                <w:lang w:val="nl-NL"/>
              </w:rPr>
            </w:pPr>
            <w:r w:rsidRPr="002B1FE1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lang w:val="nl-NL"/>
              </w:rPr>
              <w:t>Op welke manier blijft het initiatief duurzaam voortbestaan na afloop van de uitvoeringsperiode? Hoe is het beheer/vervolg geregeld? </w:t>
            </w:r>
            <w:r w:rsidRPr="002B1FE1">
              <w:rPr>
                <w:rStyle w:val="normaltextrun"/>
                <w:rFonts w:ascii="Arial" w:eastAsia="Arial" w:hAnsi="Arial" w:cs="Arial"/>
                <w:color w:val="000000" w:themeColor="text1"/>
                <w:sz w:val="20"/>
                <w:szCs w:val="20"/>
                <w:lang w:val="nl-NL"/>
              </w:rPr>
              <w:t> </w:t>
            </w:r>
            <w:r w:rsidRPr="002B1FE1">
              <w:rPr>
                <w:rStyle w:val="eop"/>
                <w:rFonts w:ascii="Arial" w:eastAsia="Arial" w:hAnsi="Arial" w:cs="Arial"/>
                <w:color w:val="000000" w:themeColor="text1"/>
                <w:sz w:val="20"/>
                <w:szCs w:val="20"/>
                <w:lang w:val="nl-NL"/>
              </w:rPr>
              <w:t> </w:t>
            </w:r>
          </w:p>
        </w:tc>
        <w:tc>
          <w:tcPr>
            <w:tcW w:w="63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B9C8E" w14:textId="77777777" w:rsidR="009E7194" w:rsidRPr="002A4F22" w:rsidRDefault="009E7194">
            <w:pPr>
              <w:rPr>
                <w:rFonts w:cstheme="minorHAnsi"/>
                <w:b/>
                <w:lang w:val="nl-NL"/>
              </w:rPr>
            </w:pPr>
          </w:p>
        </w:tc>
      </w:tr>
      <w:tr w:rsidR="009E7194" w:rsidRPr="00292EB9" w14:paraId="0C75AC5E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FA3E5C" w14:textId="77777777" w:rsidR="009E7194" w:rsidRPr="00CF4CAE" w:rsidRDefault="009E7194" w:rsidP="009E7194">
            <w:pPr>
              <w:pStyle w:val="Lijstalinea"/>
              <w:ind w:left="360" w:hanging="338"/>
              <w:rPr>
                <w:rFonts w:ascii="Calibri" w:eastAsia="Calibri" w:hAnsi="Calibri" w:cs="Calibri"/>
                <w:b/>
                <w:bCs/>
                <w:color w:val="000000" w:themeColor="text1"/>
                <w:lang w:val="nl-NL"/>
              </w:rPr>
            </w:pPr>
            <w:r w:rsidRPr="009E7194">
              <w:rPr>
                <w:rFonts w:ascii="Calibri" w:eastAsia="Calibri" w:hAnsi="Calibri" w:cs="Calibri"/>
                <w:b/>
                <w:bCs/>
                <w:color w:val="000000" w:themeColor="text1"/>
                <w:lang w:val="nl-NL"/>
              </w:rPr>
              <w:t>Effect</w:t>
            </w:r>
          </w:p>
          <w:p w14:paraId="7D7E3A62" w14:textId="7982C648" w:rsidR="009E7194" w:rsidRPr="009E7194" w:rsidRDefault="009E7194" w:rsidP="009E7194">
            <w:pPr>
              <w:tabs>
                <w:tab w:val="num" w:pos="567"/>
              </w:tabs>
              <w:rPr>
                <w:rFonts w:ascii="Calibri Light" w:eastAsia="Calibri Light" w:hAnsi="Calibri Light" w:cs="Calibri Light"/>
                <w:color w:val="000000" w:themeColor="text1"/>
                <w:sz w:val="20"/>
                <w:szCs w:val="20"/>
                <w:lang w:val="nl-NL"/>
              </w:rPr>
            </w:pPr>
            <w:r w:rsidRPr="002B1FE1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lang w:val="nl-NL"/>
              </w:rPr>
              <w:t xml:space="preserve">Hoe groot is de impact op de regio, op welk niveau heeft het initiatief een effect? </w:t>
            </w:r>
          </w:p>
        </w:tc>
        <w:tc>
          <w:tcPr>
            <w:tcW w:w="63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92AFF8" w14:textId="77777777" w:rsidR="009E7194" w:rsidRPr="002A4F22" w:rsidRDefault="009E7194">
            <w:pPr>
              <w:rPr>
                <w:rFonts w:cstheme="minorHAnsi"/>
                <w:b/>
                <w:lang w:val="nl-NL"/>
              </w:rPr>
            </w:pPr>
          </w:p>
        </w:tc>
      </w:tr>
      <w:tr w:rsidR="009E7194" w:rsidRPr="00292EB9" w14:paraId="53747EBD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56A98F" w14:textId="77777777" w:rsidR="009E7194" w:rsidRPr="00CF4CAE" w:rsidRDefault="009E7194" w:rsidP="009E7194">
            <w:pPr>
              <w:pStyle w:val="Lijstalinea"/>
              <w:ind w:left="426" w:hanging="404"/>
              <w:rPr>
                <w:rFonts w:ascii="Calibri" w:eastAsia="Calibri" w:hAnsi="Calibri" w:cs="Calibri"/>
                <w:b/>
                <w:bCs/>
                <w:color w:val="000000" w:themeColor="text1"/>
                <w:lang w:val="nl-NL"/>
              </w:rPr>
            </w:pPr>
            <w:r w:rsidRPr="009E7194">
              <w:rPr>
                <w:rFonts w:ascii="Calibri" w:eastAsia="Calibri" w:hAnsi="Calibri" w:cs="Calibri"/>
                <w:b/>
                <w:bCs/>
                <w:color w:val="000000" w:themeColor="text1"/>
                <w:lang w:val="nl-NL"/>
              </w:rPr>
              <w:t>Voorbeeldfunctie  </w:t>
            </w:r>
          </w:p>
          <w:p w14:paraId="79D90125" w14:textId="0E7684DD" w:rsidR="009E7194" w:rsidRPr="58F640D4" w:rsidRDefault="009E7194" w:rsidP="009E7194">
            <w:pPr>
              <w:tabs>
                <w:tab w:val="num" w:pos="567"/>
              </w:tabs>
              <w:rPr>
                <w:b/>
                <w:bCs/>
                <w:lang w:val="nl-NL"/>
              </w:rPr>
            </w:pPr>
            <w:r w:rsidRPr="002B1FE1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lang w:val="nl-NL"/>
              </w:rPr>
              <w:t xml:space="preserve">Op welke manier kan het project als voorbeeld dienen voor anderen? </w:t>
            </w:r>
          </w:p>
        </w:tc>
        <w:tc>
          <w:tcPr>
            <w:tcW w:w="63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0DF4C9" w14:textId="77777777" w:rsidR="009E7194" w:rsidRPr="002A4F22" w:rsidRDefault="009E7194">
            <w:pPr>
              <w:rPr>
                <w:rFonts w:cstheme="minorHAnsi"/>
                <w:b/>
                <w:lang w:val="nl-NL"/>
              </w:rPr>
            </w:pPr>
          </w:p>
        </w:tc>
      </w:tr>
      <w:tr w:rsidR="002D0DFA" w:rsidRPr="00292EB9" w14:paraId="371A4D11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173714" w14:textId="280FF90A" w:rsidR="002D0DFA" w:rsidRPr="00D47B70" w:rsidRDefault="002D0DFA" w:rsidP="58F640D4">
            <w:pPr>
              <w:rPr>
                <w:b/>
                <w:bCs/>
                <w:lang w:val="nl-NL"/>
              </w:rPr>
            </w:pPr>
            <w:r w:rsidRPr="00D47B70">
              <w:rPr>
                <w:b/>
                <w:bCs/>
                <w:lang w:val="nl-NL"/>
              </w:rPr>
              <w:t>Locatie projectuitvoering</w:t>
            </w:r>
          </w:p>
          <w:p w14:paraId="40745297" w14:textId="471657B9" w:rsidR="002D0DFA" w:rsidRPr="00D47B70" w:rsidRDefault="7C076B98" w:rsidP="58F640D4">
            <w:pPr>
              <w:rPr>
                <w:lang w:val="nl-NL"/>
              </w:rPr>
            </w:pPr>
            <w:r w:rsidRPr="00D47B70">
              <w:rPr>
                <w:lang w:val="nl-NL"/>
              </w:rPr>
              <w:t>(adres en/of kaart)</w:t>
            </w:r>
          </w:p>
        </w:tc>
        <w:tc>
          <w:tcPr>
            <w:tcW w:w="63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913ACE" w14:textId="77777777" w:rsidR="002D0DFA" w:rsidRPr="00D47B70" w:rsidRDefault="002D0DFA">
            <w:pPr>
              <w:rPr>
                <w:rFonts w:cstheme="minorHAnsi"/>
                <w:b/>
                <w:lang w:val="nl-NL"/>
              </w:rPr>
            </w:pPr>
          </w:p>
          <w:p w14:paraId="6389C368" w14:textId="77777777" w:rsidR="002D0DFA" w:rsidRPr="00D47B70" w:rsidRDefault="002D0DFA">
            <w:pPr>
              <w:rPr>
                <w:rFonts w:cstheme="minorHAnsi"/>
                <w:b/>
                <w:lang w:val="nl-NL"/>
              </w:rPr>
            </w:pPr>
          </w:p>
        </w:tc>
      </w:tr>
      <w:tr w:rsidR="002D0DFA" w14:paraId="5DF89428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0B4851" w14:textId="77777777" w:rsidR="002D0DFA" w:rsidRPr="002A4F22" w:rsidRDefault="002D0DFA">
            <w:pPr>
              <w:rPr>
                <w:rFonts w:cstheme="minorHAnsi"/>
                <w:b/>
              </w:rPr>
            </w:pPr>
            <w:proofErr w:type="spellStart"/>
            <w:r w:rsidRPr="002A4F22">
              <w:rPr>
                <w:rFonts w:cstheme="minorHAnsi"/>
                <w:b/>
              </w:rPr>
              <w:t>Looptijd</w:t>
            </w:r>
            <w:proofErr w:type="spellEnd"/>
            <w:r w:rsidRPr="002A4F22">
              <w:rPr>
                <w:rFonts w:cstheme="minorHAnsi"/>
                <w:b/>
              </w:rPr>
              <w:t xml:space="preserve"> project</w:t>
            </w:r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E1F54F" w14:textId="77777777" w:rsidR="002D0DFA" w:rsidRPr="002A4F22" w:rsidRDefault="002D0DFA">
            <w:pPr>
              <w:rPr>
                <w:rFonts w:cstheme="minorHAnsi"/>
              </w:rPr>
            </w:pPr>
            <w:r w:rsidRPr="002A4F22">
              <w:rPr>
                <w:rFonts w:cstheme="minorHAnsi"/>
              </w:rPr>
              <w:t>Van:</w:t>
            </w:r>
          </w:p>
          <w:p w14:paraId="358CC625" w14:textId="77777777" w:rsidR="002D0DFA" w:rsidRPr="002A4F22" w:rsidRDefault="002D0DFA">
            <w:pPr>
              <w:rPr>
                <w:rFonts w:cstheme="minorHAnsi"/>
              </w:rPr>
            </w:pP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9A493D" w14:textId="77777777" w:rsidR="002D0DFA" w:rsidRPr="002A4F22" w:rsidRDefault="002D0DFA">
            <w:pPr>
              <w:rPr>
                <w:rFonts w:cstheme="minorHAnsi"/>
              </w:rPr>
            </w:pPr>
            <w:r w:rsidRPr="002A4F22">
              <w:rPr>
                <w:rFonts w:cstheme="minorHAnsi"/>
              </w:rPr>
              <w:t>Tot:</w:t>
            </w:r>
          </w:p>
        </w:tc>
      </w:tr>
      <w:tr w:rsidR="002D0DFA" w14:paraId="3EA38909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58AB0F" w14:textId="4350EE56" w:rsidR="002D0DFA" w:rsidRPr="002A4F22" w:rsidRDefault="002D0DFA">
            <w:pPr>
              <w:rPr>
                <w:rFonts w:cstheme="minorHAnsi"/>
                <w:b/>
              </w:rPr>
            </w:pPr>
            <w:proofErr w:type="spellStart"/>
            <w:r w:rsidRPr="002A4F22">
              <w:rPr>
                <w:rFonts w:cstheme="minorHAnsi"/>
                <w:b/>
              </w:rPr>
              <w:t>Totale</w:t>
            </w:r>
            <w:proofErr w:type="spellEnd"/>
            <w:r w:rsidRPr="002A4F22">
              <w:rPr>
                <w:rFonts w:cstheme="minorHAnsi"/>
                <w:b/>
              </w:rPr>
              <w:t xml:space="preserve"> </w:t>
            </w:r>
            <w:proofErr w:type="spellStart"/>
            <w:r w:rsidR="00E57491">
              <w:rPr>
                <w:rFonts w:cstheme="minorHAnsi"/>
                <w:b/>
              </w:rPr>
              <w:t>project</w:t>
            </w:r>
            <w:r w:rsidRPr="002A4F22">
              <w:rPr>
                <w:rFonts w:cstheme="minorHAnsi"/>
                <w:b/>
              </w:rPr>
              <w:t>kosten</w:t>
            </w:r>
            <w:proofErr w:type="spellEnd"/>
          </w:p>
        </w:tc>
        <w:tc>
          <w:tcPr>
            <w:tcW w:w="63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A720D5" w14:textId="77777777" w:rsidR="002D0DFA" w:rsidRPr="002A4F22" w:rsidRDefault="002D0DFA">
            <w:pPr>
              <w:rPr>
                <w:rFonts w:cstheme="minorHAnsi"/>
                <w:b/>
              </w:rPr>
            </w:pPr>
          </w:p>
        </w:tc>
      </w:tr>
      <w:tr w:rsidR="002D0DFA" w14:paraId="12978E80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CCE946" w14:textId="77777777" w:rsidR="002D0DFA" w:rsidRPr="002A4F22" w:rsidRDefault="002D0DFA">
            <w:pPr>
              <w:rPr>
                <w:rFonts w:cstheme="minorHAnsi"/>
                <w:b/>
              </w:rPr>
            </w:pPr>
            <w:proofErr w:type="spellStart"/>
            <w:r w:rsidRPr="002A4F22">
              <w:rPr>
                <w:rFonts w:cstheme="minorHAnsi"/>
                <w:b/>
              </w:rPr>
              <w:lastRenderedPageBreak/>
              <w:t>Gevraagde</w:t>
            </w:r>
            <w:proofErr w:type="spellEnd"/>
            <w:r w:rsidRPr="002A4F22">
              <w:rPr>
                <w:rFonts w:cstheme="minorHAnsi"/>
                <w:b/>
              </w:rPr>
              <w:t xml:space="preserve"> LEADER </w:t>
            </w:r>
            <w:proofErr w:type="spellStart"/>
            <w:r w:rsidRPr="002A4F22">
              <w:rPr>
                <w:rFonts w:cstheme="minorHAnsi"/>
                <w:b/>
              </w:rPr>
              <w:t>bijdrage</w:t>
            </w:r>
            <w:proofErr w:type="spellEnd"/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1DF574" w14:textId="77777777" w:rsidR="002D0DFA" w:rsidRPr="002A4F22" w:rsidRDefault="002D0DFA">
            <w:pPr>
              <w:rPr>
                <w:rFonts w:cstheme="minorHAnsi"/>
                <w:b/>
              </w:rPr>
            </w:pP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5E2081" w14:textId="77777777" w:rsidR="002D0DFA" w:rsidRPr="002A4F22" w:rsidRDefault="002D0DFA">
            <w:pPr>
              <w:rPr>
                <w:rFonts w:cstheme="minorHAnsi"/>
                <w:b/>
              </w:rPr>
            </w:pPr>
            <w:r w:rsidRPr="002A4F22">
              <w:rPr>
                <w:rFonts w:cstheme="minorHAnsi"/>
                <w:b/>
              </w:rPr>
              <w:t>= ……</w:t>
            </w:r>
            <w:r w:rsidRPr="002A4F22">
              <w:rPr>
                <w:rFonts w:cstheme="minorHAnsi"/>
                <w:b/>
                <w:lang w:val="en-GB"/>
              </w:rPr>
              <w:t>.</w:t>
            </w:r>
            <w:r w:rsidRPr="002A4F22">
              <w:rPr>
                <w:rFonts w:cstheme="minorHAnsi"/>
                <w:b/>
              </w:rPr>
              <w:t xml:space="preserve"> % </w:t>
            </w:r>
          </w:p>
          <w:p w14:paraId="6811EBFF" w14:textId="27B90295" w:rsidR="002D0DFA" w:rsidRPr="002A4F22" w:rsidRDefault="002D0DFA">
            <w:pPr>
              <w:rPr>
                <w:rFonts w:cstheme="minorHAnsi"/>
                <w:b/>
              </w:rPr>
            </w:pPr>
            <w:r w:rsidRPr="002A4F22">
              <w:rPr>
                <w:rFonts w:cstheme="minorHAnsi"/>
                <w:b/>
              </w:rPr>
              <w:t>(</w:t>
            </w:r>
            <w:proofErr w:type="spellStart"/>
            <w:r w:rsidRPr="002A4F22">
              <w:rPr>
                <w:rFonts w:cstheme="minorHAnsi"/>
                <w:b/>
              </w:rPr>
              <w:t>maximal</w:t>
            </w:r>
            <w:r w:rsidR="00BD085D">
              <w:rPr>
                <w:rFonts w:cstheme="minorHAnsi"/>
                <w:b/>
              </w:rPr>
              <w:t>e</w:t>
            </w:r>
            <w:proofErr w:type="spellEnd"/>
            <w:r w:rsidRPr="002A4F22">
              <w:rPr>
                <w:rFonts w:cstheme="minorHAnsi"/>
                <w:b/>
              </w:rPr>
              <w:t xml:space="preserve"> percentage </w:t>
            </w:r>
            <w:r w:rsidR="00BD085D">
              <w:rPr>
                <w:rFonts w:cstheme="minorHAnsi"/>
                <w:b/>
              </w:rPr>
              <w:t>is</w:t>
            </w:r>
            <w:r w:rsidRPr="002A4F22">
              <w:rPr>
                <w:rFonts w:cstheme="minorHAnsi"/>
                <w:b/>
              </w:rPr>
              <w:t xml:space="preserve"> </w:t>
            </w:r>
            <w:r w:rsidRPr="002A4F22">
              <w:rPr>
                <w:rFonts w:cstheme="minorHAnsi"/>
                <w:b/>
                <w:lang w:val="en-GB"/>
              </w:rPr>
              <w:t>50</w:t>
            </w:r>
            <w:r w:rsidRPr="002A4F22">
              <w:rPr>
                <w:rFonts w:cstheme="minorHAnsi"/>
                <w:b/>
              </w:rPr>
              <w:t>%)</w:t>
            </w:r>
          </w:p>
        </w:tc>
      </w:tr>
      <w:tr w:rsidR="002D0DFA" w14:paraId="7CCE4DC8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427773" w14:textId="77777777" w:rsidR="002D0DFA" w:rsidRPr="002A4F22" w:rsidRDefault="002D0DFA">
            <w:pPr>
              <w:rPr>
                <w:rFonts w:cstheme="minorHAnsi"/>
                <w:b/>
                <w:lang w:val="nl-NL"/>
              </w:rPr>
            </w:pPr>
            <w:r w:rsidRPr="002A4F22">
              <w:rPr>
                <w:rFonts w:cstheme="minorHAnsi"/>
                <w:b/>
                <w:lang w:val="nl-NL"/>
              </w:rPr>
              <w:t xml:space="preserve">Projectbegroting  </w:t>
            </w:r>
          </w:p>
          <w:p w14:paraId="1FED6466" w14:textId="4186F796" w:rsidR="002D0DFA" w:rsidRPr="002A4F22" w:rsidRDefault="002D0DFA">
            <w:pPr>
              <w:rPr>
                <w:rFonts w:cstheme="minorHAnsi"/>
                <w:bCs/>
                <w:lang w:val="nl-NL"/>
              </w:rPr>
            </w:pPr>
            <w:r w:rsidRPr="002A4F22">
              <w:rPr>
                <w:rFonts w:cstheme="minorHAnsi"/>
                <w:bCs/>
                <w:lang w:val="nl-NL"/>
              </w:rPr>
              <w:t xml:space="preserve">Laat ook zien op welke wijze je het niet door LEADER gefinancierde deel van de investering rond gaat krijgen – geef  aan: fondsen (welke), eigen middelen (hoeveel), sponsoring, </w:t>
            </w:r>
            <w:proofErr w:type="spellStart"/>
            <w:r w:rsidRPr="002A4F22">
              <w:rPr>
                <w:rFonts w:cstheme="minorHAnsi"/>
                <w:bCs/>
                <w:lang w:val="nl-NL"/>
              </w:rPr>
              <w:t>crowdfunding</w:t>
            </w:r>
            <w:proofErr w:type="spellEnd"/>
          </w:p>
        </w:tc>
        <w:tc>
          <w:tcPr>
            <w:tcW w:w="3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316CED" w14:textId="77777777" w:rsidR="002D0DFA" w:rsidRPr="002A4F22" w:rsidRDefault="002D0DFA">
            <w:pPr>
              <w:rPr>
                <w:rFonts w:cstheme="minorHAnsi"/>
              </w:rPr>
            </w:pPr>
            <w:r w:rsidRPr="002A4F22">
              <w:rPr>
                <w:rFonts w:cstheme="minorHAnsi"/>
              </w:rPr>
              <w:t>Kosten:</w:t>
            </w:r>
          </w:p>
          <w:p w14:paraId="102CB211" w14:textId="77777777" w:rsidR="002D0DFA" w:rsidRPr="002A4F22" w:rsidRDefault="002D0DFA">
            <w:pPr>
              <w:rPr>
                <w:rFonts w:cstheme="minorHAnsi"/>
              </w:rPr>
            </w:pPr>
          </w:p>
          <w:p w14:paraId="1DB7F44B" w14:textId="77777777" w:rsidR="002D0DFA" w:rsidRPr="002A4F22" w:rsidRDefault="002D0DFA">
            <w:pPr>
              <w:rPr>
                <w:rFonts w:cstheme="minorHAnsi"/>
              </w:rPr>
            </w:pPr>
          </w:p>
          <w:p w14:paraId="3523AAFA" w14:textId="77777777" w:rsidR="002D0DFA" w:rsidRPr="002A4F22" w:rsidRDefault="002D0DFA">
            <w:pPr>
              <w:rPr>
                <w:rFonts w:cstheme="minorHAnsi"/>
              </w:rPr>
            </w:pPr>
          </w:p>
          <w:p w14:paraId="34630878" w14:textId="77777777" w:rsidR="002D0DFA" w:rsidRPr="002A4F22" w:rsidRDefault="002D0DFA">
            <w:pPr>
              <w:rPr>
                <w:rFonts w:cstheme="minorHAnsi"/>
              </w:rPr>
            </w:pPr>
          </w:p>
          <w:p w14:paraId="7A7F0434" w14:textId="77777777" w:rsidR="002D0DFA" w:rsidRPr="002A4F22" w:rsidRDefault="002D0DFA">
            <w:pPr>
              <w:rPr>
                <w:rFonts w:cstheme="minorHAnsi"/>
              </w:rPr>
            </w:pPr>
          </w:p>
          <w:p w14:paraId="75D12889" w14:textId="77777777" w:rsidR="002D0DFA" w:rsidRPr="002A4F22" w:rsidRDefault="002D0DFA">
            <w:pPr>
              <w:rPr>
                <w:rFonts w:cstheme="minorHAnsi"/>
              </w:rPr>
            </w:pP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0D1477" w14:textId="77777777" w:rsidR="002D0DFA" w:rsidRPr="002A4F22" w:rsidRDefault="002D0DFA">
            <w:pPr>
              <w:rPr>
                <w:rFonts w:cstheme="minorHAnsi"/>
              </w:rPr>
            </w:pPr>
            <w:r w:rsidRPr="002A4F22">
              <w:rPr>
                <w:rFonts w:cstheme="minorHAnsi"/>
              </w:rPr>
              <w:t>Financiering:</w:t>
            </w:r>
          </w:p>
          <w:p w14:paraId="34D70D72" w14:textId="77777777" w:rsidR="002D0DFA" w:rsidRPr="002A4F22" w:rsidRDefault="002D0DFA">
            <w:pPr>
              <w:rPr>
                <w:rFonts w:cstheme="minorHAnsi"/>
              </w:rPr>
            </w:pPr>
          </w:p>
          <w:p w14:paraId="392B9DC4" w14:textId="77777777" w:rsidR="002D0DFA" w:rsidRPr="002A4F22" w:rsidRDefault="002D0DFA">
            <w:pPr>
              <w:rPr>
                <w:rFonts w:cstheme="minorHAnsi"/>
              </w:rPr>
            </w:pPr>
          </w:p>
          <w:p w14:paraId="59502964" w14:textId="77777777" w:rsidR="002D0DFA" w:rsidRPr="002A4F22" w:rsidRDefault="002D0DFA">
            <w:pPr>
              <w:rPr>
                <w:rFonts w:cstheme="minorHAnsi"/>
              </w:rPr>
            </w:pPr>
          </w:p>
          <w:p w14:paraId="7350BC37" w14:textId="77777777" w:rsidR="002D0DFA" w:rsidRPr="002A4F22" w:rsidRDefault="002D0DFA">
            <w:pPr>
              <w:rPr>
                <w:rFonts w:cstheme="minorHAnsi"/>
              </w:rPr>
            </w:pPr>
          </w:p>
          <w:p w14:paraId="7B51707B" w14:textId="77777777" w:rsidR="002D0DFA" w:rsidRPr="002A4F22" w:rsidRDefault="002D0DFA">
            <w:pPr>
              <w:rPr>
                <w:rFonts w:cstheme="minorHAnsi"/>
              </w:rPr>
            </w:pPr>
          </w:p>
          <w:p w14:paraId="569A6981" w14:textId="77777777" w:rsidR="002D0DFA" w:rsidRPr="002A4F22" w:rsidRDefault="002D0DFA">
            <w:pPr>
              <w:rPr>
                <w:rFonts w:cstheme="minorHAnsi"/>
              </w:rPr>
            </w:pPr>
          </w:p>
        </w:tc>
      </w:tr>
      <w:tr w:rsidR="002D0DFA" w14:paraId="1B980465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8ADC48" w14:textId="77777777" w:rsidR="002D0DFA" w:rsidRPr="002A4F22" w:rsidRDefault="002D0DFA">
            <w:pPr>
              <w:rPr>
                <w:rFonts w:cstheme="minorHAnsi"/>
                <w:b/>
              </w:rPr>
            </w:pPr>
            <w:r w:rsidRPr="002A4F22">
              <w:rPr>
                <w:rFonts w:cstheme="minorHAnsi"/>
                <w:b/>
              </w:rPr>
              <w:t>Ben je BTW-</w:t>
            </w:r>
            <w:proofErr w:type="spellStart"/>
            <w:r w:rsidRPr="002A4F22">
              <w:rPr>
                <w:rFonts w:cstheme="minorHAnsi"/>
                <w:b/>
              </w:rPr>
              <w:t>plichtig</w:t>
            </w:r>
            <w:proofErr w:type="spellEnd"/>
            <w:r w:rsidRPr="002A4F22">
              <w:rPr>
                <w:rFonts w:cstheme="minorHAnsi"/>
                <w:b/>
              </w:rPr>
              <w:t>?</w:t>
            </w:r>
          </w:p>
        </w:tc>
        <w:tc>
          <w:tcPr>
            <w:tcW w:w="63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317BEB" w14:textId="77777777" w:rsidR="002D0DFA" w:rsidRPr="002A4F22" w:rsidRDefault="002D0DFA">
            <w:pPr>
              <w:rPr>
                <w:rFonts w:cstheme="minorHAnsi"/>
              </w:rPr>
            </w:pPr>
            <w:r w:rsidRPr="002A4F22">
              <w:rPr>
                <w:rFonts w:cstheme="minorHAnsi"/>
              </w:rPr>
              <w:t>Ja / Nee</w:t>
            </w:r>
          </w:p>
          <w:p w14:paraId="606B9DF7" w14:textId="77777777" w:rsidR="002D0DFA" w:rsidRPr="002A4F22" w:rsidRDefault="002D0DFA">
            <w:pPr>
              <w:rPr>
                <w:rFonts w:cstheme="minorHAnsi"/>
              </w:rPr>
            </w:pPr>
          </w:p>
        </w:tc>
      </w:tr>
      <w:tr w:rsidR="002D0DFA" w:rsidRPr="00292EB9" w14:paraId="21A8BDC3" w14:textId="77777777" w:rsidTr="58F640D4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3022EC" w14:textId="10C9D8BC" w:rsidR="002D0DFA" w:rsidRPr="002A4F22" w:rsidRDefault="002D0DFA">
            <w:pPr>
              <w:rPr>
                <w:rFonts w:cstheme="minorHAnsi"/>
                <w:b/>
                <w:lang w:val="nl-NL"/>
              </w:rPr>
            </w:pPr>
            <w:r w:rsidRPr="002A4F22">
              <w:rPr>
                <w:rFonts w:cstheme="minorHAnsi"/>
                <w:b/>
                <w:lang w:val="nl-NL"/>
              </w:rPr>
              <w:t>Af</w:t>
            </w:r>
            <w:r w:rsidR="002C5462" w:rsidRPr="002A4F22">
              <w:rPr>
                <w:rFonts w:cstheme="minorHAnsi"/>
                <w:b/>
                <w:lang w:val="nl-NL"/>
              </w:rPr>
              <w:t>stemming</w:t>
            </w:r>
            <w:r w:rsidRPr="002A4F22">
              <w:rPr>
                <w:rFonts w:cstheme="minorHAnsi"/>
                <w:b/>
                <w:lang w:val="nl-NL"/>
              </w:rPr>
              <w:t xml:space="preserve"> met </w:t>
            </w:r>
            <w:r w:rsidR="002C5462" w:rsidRPr="002A4F22">
              <w:rPr>
                <w:rFonts w:cstheme="minorHAnsi"/>
                <w:b/>
                <w:lang w:val="nl-NL"/>
              </w:rPr>
              <w:t>gemeente</w:t>
            </w:r>
          </w:p>
          <w:p w14:paraId="31ED4D3E" w14:textId="743C3CD7" w:rsidR="002C5462" w:rsidRPr="002A4F22" w:rsidRDefault="002C5462">
            <w:pPr>
              <w:rPr>
                <w:rFonts w:cstheme="minorHAnsi"/>
                <w:bCs/>
                <w:lang w:val="nl-NL"/>
              </w:rPr>
            </w:pPr>
            <w:r w:rsidRPr="002A4F22">
              <w:rPr>
                <w:rFonts w:cstheme="minorHAnsi"/>
                <w:bCs/>
                <w:lang w:val="nl-NL"/>
              </w:rPr>
              <w:t>Hoe en met wie is afgestemd over dit project?</w:t>
            </w:r>
          </w:p>
        </w:tc>
        <w:tc>
          <w:tcPr>
            <w:tcW w:w="63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417D28" w14:textId="77777777" w:rsidR="002D0DFA" w:rsidRPr="002A4F22" w:rsidRDefault="002D0DFA">
            <w:pPr>
              <w:rPr>
                <w:rFonts w:cstheme="minorHAnsi"/>
                <w:lang w:val="nl-NL"/>
              </w:rPr>
            </w:pPr>
          </w:p>
          <w:p w14:paraId="5E6B1EE7" w14:textId="77777777" w:rsidR="002D0DFA" w:rsidRPr="002A4F22" w:rsidRDefault="002D0DFA">
            <w:pPr>
              <w:rPr>
                <w:rFonts w:cstheme="minorHAnsi"/>
                <w:lang w:val="nl-NL"/>
              </w:rPr>
            </w:pPr>
          </w:p>
          <w:p w14:paraId="4E8D66AC" w14:textId="77777777" w:rsidR="002D0DFA" w:rsidRPr="002A4F22" w:rsidRDefault="002D0DFA">
            <w:pPr>
              <w:rPr>
                <w:rFonts w:cstheme="minorHAnsi"/>
                <w:lang w:val="nl-NL"/>
              </w:rPr>
            </w:pPr>
          </w:p>
        </w:tc>
      </w:tr>
    </w:tbl>
    <w:p w14:paraId="25A61A86" w14:textId="0BB20AE9" w:rsidR="00ED2ED2" w:rsidRPr="009318DF" w:rsidRDefault="00ED2ED2" w:rsidP="23919297">
      <w:pPr>
        <w:spacing w:line="288" w:lineRule="auto"/>
        <w:rPr>
          <w:lang w:val="nl-NL"/>
        </w:rPr>
      </w:pPr>
    </w:p>
    <w:p w14:paraId="28F8FAED" w14:textId="47440D1D" w:rsidR="58F640D4" w:rsidRDefault="58F640D4" w:rsidP="58F640D4">
      <w:pPr>
        <w:spacing w:line="288" w:lineRule="auto"/>
        <w:rPr>
          <w:lang w:val="nl-NL"/>
        </w:rPr>
      </w:pPr>
    </w:p>
    <w:sectPr w:rsidR="58F640D4" w:rsidSect="002832CB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paperSrc w:first="265" w:other="265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36639" w14:textId="77777777" w:rsidR="00436444" w:rsidRDefault="00436444" w:rsidP="002D0DFA">
      <w:pPr>
        <w:spacing w:after="0" w:line="240" w:lineRule="auto"/>
      </w:pPr>
      <w:r>
        <w:separator/>
      </w:r>
    </w:p>
  </w:endnote>
  <w:endnote w:type="continuationSeparator" w:id="0">
    <w:p w14:paraId="7545ABDA" w14:textId="77777777" w:rsidR="00436444" w:rsidRDefault="00436444" w:rsidP="002D0DFA">
      <w:pPr>
        <w:spacing w:after="0" w:line="240" w:lineRule="auto"/>
      </w:pPr>
      <w:r>
        <w:continuationSeparator/>
      </w:r>
    </w:p>
  </w:endnote>
  <w:endnote w:type="continuationNotice" w:id="1">
    <w:p w14:paraId="5A7D576C" w14:textId="77777777" w:rsidR="00436444" w:rsidRDefault="004364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X Barcode"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D36A9" w14:textId="0984A9EF" w:rsidR="002D0DFA" w:rsidRPr="002D0DFA" w:rsidRDefault="002D0DFA">
    <w:pPr>
      <w:pStyle w:val="Voettekst"/>
      <w:rPr>
        <w:i/>
        <w:iCs/>
        <w:color w:val="7F7F7F" w:themeColor="text1" w:themeTint="80"/>
        <w:sz w:val="22"/>
        <w:szCs w:val="22"/>
      </w:rPr>
    </w:pPr>
    <w:r>
      <w:rPr>
        <w:i/>
        <w:iCs/>
        <w:color w:val="7F7F7F" w:themeColor="text1" w:themeTint="80"/>
        <w:sz w:val="22"/>
        <w:szCs w:val="22"/>
      </w:rPr>
      <w:tab/>
    </w:r>
    <w:r>
      <w:rPr>
        <w:i/>
        <w:iCs/>
        <w:color w:val="7F7F7F" w:themeColor="text1" w:themeTint="80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6370B" w14:textId="77777777" w:rsidR="00436444" w:rsidRDefault="00436444" w:rsidP="002D0DFA">
      <w:pPr>
        <w:spacing w:after="0" w:line="240" w:lineRule="auto"/>
      </w:pPr>
      <w:r>
        <w:separator/>
      </w:r>
    </w:p>
  </w:footnote>
  <w:footnote w:type="continuationSeparator" w:id="0">
    <w:p w14:paraId="69B5CAAE" w14:textId="77777777" w:rsidR="00436444" w:rsidRDefault="00436444" w:rsidP="002D0DFA">
      <w:pPr>
        <w:spacing w:after="0" w:line="240" w:lineRule="auto"/>
      </w:pPr>
      <w:r>
        <w:continuationSeparator/>
      </w:r>
    </w:p>
  </w:footnote>
  <w:footnote w:type="continuationNotice" w:id="1">
    <w:p w14:paraId="2BA8D29C" w14:textId="77777777" w:rsidR="00436444" w:rsidRDefault="004364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9783" w14:textId="1491FE79" w:rsidR="002D0DFA" w:rsidRPr="00DA3867" w:rsidRDefault="00F21A64" w:rsidP="00DA3867">
    <w:pPr>
      <w:pStyle w:val="Koptekst"/>
    </w:pPr>
    <w:r>
      <w:rPr>
        <w:noProof/>
      </w:rPr>
      <w:tab/>
    </w:r>
    <w:r>
      <w:rPr>
        <w:noProof/>
      </w:rPr>
      <w:tab/>
    </w:r>
    <w:r w:rsidR="0023212E">
      <w:rPr>
        <w:noProof/>
      </w:rPr>
      <w:drawing>
        <wp:inline distT="0" distB="0" distL="0" distR="0" wp14:anchorId="3FDC2E8A" wp14:editId="7CF24204">
          <wp:extent cx="1724025" cy="807663"/>
          <wp:effectExtent l="0" t="0" r="0" b="0"/>
          <wp:docPr id="1206138255" name="Afbeelding 1" descr="Afbeelding met Graphics, logo, Lettertype, grafische vormgev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6138255" name="Afbeelding 1" descr="Afbeelding met Graphics, logo, Lettertype, grafische vormgeving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650" cy="826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522C7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7C88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88E2D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8EC0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6B69B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F5CE8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4044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9C54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B60D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C981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C785C"/>
    <w:multiLevelType w:val="multilevel"/>
    <w:tmpl w:val="E07A3C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4C3117"/>
    <w:multiLevelType w:val="multilevel"/>
    <w:tmpl w:val="D7D22F8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AD2907"/>
    <w:multiLevelType w:val="multilevel"/>
    <w:tmpl w:val="E07A3C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AE4C20"/>
    <w:multiLevelType w:val="hybridMultilevel"/>
    <w:tmpl w:val="D03657F6"/>
    <w:lvl w:ilvl="0" w:tplc="E272DC06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6A18B3C4">
      <w:start w:val="1"/>
      <w:numFmt w:val="lowerLetter"/>
      <w:lvlText w:val="%2."/>
      <w:lvlJc w:val="left"/>
      <w:pPr>
        <w:ind w:left="1440" w:hanging="360"/>
      </w:pPr>
    </w:lvl>
    <w:lvl w:ilvl="2" w:tplc="E354CC80">
      <w:start w:val="1"/>
      <w:numFmt w:val="lowerRoman"/>
      <w:lvlText w:val="%3."/>
      <w:lvlJc w:val="right"/>
      <w:pPr>
        <w:ind w:left="2160" w:hanging="180"/>
      </w:pPr>
    </w:lvl>
    <w:lvl w:ilvl="3" w:tplc="FE083F0C">
      <w:start w:val="1"/>
      <w:numFmt w:val="decimal"/>
      <w:lvlText w:val="%4."/>
      <w:lvlJc w:val="left"/>
      <w:pPr>
        <w:ind w:left="2880" w:hanging="360"/>
      </w:pPr>
    </w:lvl>
    <w:lvl w:ilvl="4" w:tplc="FA006FAC">
      <w:start w:val="1"/>
      <w:numFmt w:val="lowerLetter"/>
      <w:lvlText w:val="%5."/>
      <w:lvlJc w:val="left"/>
      <w:pPr>
        <w:ind w:left="3600" w:hanging="360"/>
      </w:pPr>
    </w:lvl>
    <w:lvl w:ilvl="5" w:tplc="A7225946">
      <w:start w:val="1"/>
      <w:numFmt w:val="lowerRoman"/>
      <w:lvlText w:val="%6."/>
      <w:lvlJc w:val="right"/>
      <w:pPr>
        <w:ind w:left="4320" w:hanging="180"/>
      </w:pPr>
    </w:lvl>
    <w:lvl w:ilvl="6" w:tplc="51B2B060">
      <w:start w:val="1"/>
      <w:numFmt w:val="decimal"/>
      <w:lvlText w:val="%7."/>
      <w:lvlJc w:val="left"/>
      <w:pPr>
        <w:ind w:left="5040" w:hanging="360"/>
      </w:pPr>
    </w:lvl>
    <w:lvl w:ilvl="7" w:tplc="E85CA25A">
      <w:start w:val="1"/>
      <w:numFmt w:val="lowerLetter"/>
      <w:lvlText w:val="%8."/>
      <w:lvlJc w:val="left"/>
      <w:pPr>
        <w:ind w:left="5760" w:hanging="360"/>
      </w:pPr>
    </w:lvl>
    <w:lvl w:ilvl="8" w:tplc="F7A2CAB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C3EDEB"/>
    <w:multiLevelType w:val="hybridMultilevel"/>
    <w:tmpl w:val="B5DAF91A"/>
    <w:lvl w:ilvl="0" w:tplc="E4FA01C6">
      <w:start w:val="2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3FAE6672">
      <w:start w:val="1"/>
      <w:numFmt w:val="lowerLetter"/>
      <w:lvlText w:val="%2."/>
      <w:lvlJc w:val="left"/>
      <w:pPr>
        <w:ind w:left="1440" w:hanging="360"/>
      </w:pPr>
    </w:lvl>
    <w:lvl w:ilvl="2" w:tplc="8384CB46">
      <w:start w:val="1"/>
      <w:numFmt w:val="lowerRoman"/>
      <w:lvlText w:val="%3."/>
      <w:lvlJc w:val="right"/>
      <w:pPr>
        <w:ind w:left="2160" w:hanging="180"/>
      </w:pPr>
    </w:lvl>
    <w:lvl w:ilvl="3" w:tplc="BF9C65D8">
      <w:start w:val="1"/>
      <w:numFmt w:val="decimal"/>
      <w:lvlText w:val="%4."/>
      <w:lvlJc w:val="left"/>
      <w:pPr>
        <w:ind w:left="2880" w:hanging="360"/>
      </w:pPr>
    </w:lvl>
    <w:lvl w:ilvl="4" w:tplc="899C9FF8">
      <w:start w:val="1"/>
      <w:numFmt w:val="lowerLetter"/>
      <w:lvlText w:val="%5."/>
      <w:lvlJc w:val="left"/>
      <w:pPr>
        <w:ind w:left="3600" w:hanging="360"/>
      </w:pPr>
    </w:lvl>
    <w:lvl w:ilvl="5" w:tplc="971213A8">
      <w:start w:val="1"/>
      <w:numFmt w:val="lowerRoman"/>
      <w:lvlText w:val="%6."/>
      <w:lvlJc w:val="right"/>
      <w:pPr>
        <w:ind w:left="4320" w:hanging="180"/>
      </w:pPr>
    </w:lvl>
    <w:lvl w:ilvl="6" w:tplc="81C6F60A">
      <w:start w:val="1"/>
      <w:numFmt w:val="decimal"/>
      <w:lvlText w:val="%7."/>
      <w:lvlJc w:val="left"/>
      <w:pPr>
        <w:ind w:left="5040" w:hanging="360"/>
      </w:pPr>
    </w:lvl>
    <w:lvl w:ilvl="7" w:tplc="83DE66B2">
      <w:start w:val="1"/>
      <w:numFmt w:val="lowerLetter"/>
      <w:lvlText w:val="%8."/>
      <w:lvlJc w:val="left"/>
      <w:pPr>
        <w:ind w:left="5760" w:hanging="360"/>
      </w:pPr>
    </w:lvl>
    <w:lvl w:ilvl="8" w:tplc="3336178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8E9D3"/>
    <w:multiLevelType w:val="hybridMultilevel"/>
    <w:tmpl w:val="E57ED918"/>
    <w:lvl w:ilvl="0" w:tplc="FE7A16E2">
      <w:start w:val="9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503A110C">
      <w:start w:val="1"/>
      <w:numFmt w:val="lowerLetter"/>
      <w:lvlText w:val="%2."/>
      <w:lvlJc w:val="left"/>
      <w:pPr>
        <w:ind w:left="1440" w:hanging="360"/>
      </w:pPr>
    </w:lvl>
    <w:lvl w:ilvl="2" w:tplc="70F84B16">
      <w:start w:val="1"/>
      <w:numFmt w:val="lowerRoman"/>
      <w:lvlText w:val="%3."/>
      <w:lvlJc w:val="right"/>
      <w:pPr>
        <w:ind w:left="2160" w:hanging="180"/>
      </w:pPr>
    </w:lvl>
    <w:lvl w:ilvl="3" w:tplc="12FA3E12">
      <w:start w:val="1"/>
      <w:numFmt w:val="decimal"/>
      <w:lvlText w:val="%4."/>
      <w:lvlJc w:val="left"/>
      <w:pPr>
        <w:ind w:left="2880" w:hanging="360"/>
      </w:pPr>
    </w:lvl>
    <w:lvl w:ilvl="4" w:tplc="8546733A">
      <w:start w:val="1"/>
      <w:numFmt w:val="lowerLetter"/>
      <w:lvlText w:val="%5."/>
      <w:lvlJc w:val="left"/>
      <w:pPr>
        <w:ind w:left="3600" w:hanging="360"/>
      </w:pPr>
    </w:lvl>
    <w:lvl w:ilvl="5" w:tplc="E1201BDA">
      <w:start w:val="1"/>
      <w:numFmt w:val="lowerRoman"/>
      <w:lvlText w:val="%6."/>
      <w:lvlJc w:val="right"/>
      <w:pPr>
        <w:ind w:left="4320" w:hanging="180"/>
      </w:pPr>
    </w:lvl>
    <w:lvl w:ilvl="6" w:tplc="02E2CF76">
      <w:start w:val="1"/>
      <w:numFmt w:val="decimal"/>
      <w:lvlText w:val="%7."/>
      <w:lvlJc w:val="left"/>
      <w:pPr>
        <w:ind w:left="5040" w:hanging="360"/>
      </w:pPr>
    </w:lvl>
    <w:lvl w:ilvl="7" w:tplc="6B70023A">
      <w:start w:val="1"/>
      <w:numFmt w:val="lowerLetter"/>
      <w:lvlText w:val="%8."/>
      <w:lvlJc w:val="left"/>
      <w:pPr>
        <w:ind w:left="5760" w:hanging="360"/>
      </w:pPr>
    </w:lvl>
    <w:lvl w:ilvl="8" w:tplc="A5505BF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95FE13"/>
    <w:multiLevelType w:val="multilevel"/>
    <w:tmpl w:val="02E44B2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0EBC21"/>
    <w:multiLevelType w:val="multilevel"/>
    <w:tmpl w:val="49BE9326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7DB8B4"/>
    <w:multiLevelType w:val="multilevel"/>
    <w:tmpl w:val="85AA520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E6D75"/>
    <w:multiLevelType w:val="hybridMultilevel"/>
    <w:tmpl w:val="DC82F390"/>
    <w:lvl w:ilvl="0" w:tplc="7EE2394C">
      <w:start w:val="3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67D61168">
      <w:start w:val="1"/>
      <w:numFmt w:val="lowerLetter"/>
      <w:lvlText w:val="%2."/>
      <w:lvlJc w:val="left"/>
      <w:pPr>
        <w:ind w:left="1440" w:hanging="360"/>
      </w:pPr>
    </w:lvl>
    <w:lvl w:ilvl="2" w:tplc="10A4B6E8">
      <w:start w:val="1"/>
      <w:numFmt w:val="lowerRoman"/>
      <w:lvlText w:val="%3."/>
      <w:lvlJc w:val="right"/>
      <w:pPr>
        <w:ind w:left="2160" w:hanging="180"/>
      </w:pPr>
    </w:lvl>
    <w:lvl w:ilvl="3" w:tplc="917A99E8">
      <w:start w:val="1"/>
      <w:numFmt w:val="decimal"/>
      <w:lvlText w:val="%4."/>
      <w:lvlJc w:val="left"/>
      <w:pPr>
        <w:ind w:left="2880" w:hanging="360"/>
      </w:pPr>
    </w:lvl>
    <w:lvl w:ilvl="4" w:tplc="F506943C">
      <w:start w:val="1"/>
      <w:numFmt w:val="lowerLetter"/>
      <w:lvlText w:val="%5."/>
      <w:lvlJc w:val="left"/>
      <w:pPr>
        <w:ind w:left="3600" w:hanging="360"/>
      </w:pPr>
    </w:lvl>
    <w:lvl w:ilvl="5" w:tplc="26EA3F5C">
      <w:start w:val="1"/>
      <w:numFmt w:val="lowerRoman"/>
      <w:lvlText w:val="%6."/>
      <w:lvlJc w:val="right"/>
      <w:pPr>
        <w:ind w:left="4320" w:hanging="180"/>
      </w:pPr>
    </w:lvl>
    <w:lvl w:ilvl="6" w:tplc="38A45114">
      <w:start w:val="1"/>
      <w:numFmt w:val="decimal"/>
      <w:lvlText w:val="%7."/>
      <w:lvlJc w:val="left"/>
      <w:pPr>
        <w:ind w:left="5040" w:hanging="360"/>
      </w:pPr>
    </w:lvl>
    <w:lvl w:ilvl="7" w:tplc="FA986046">
      <w:start w:val="1"/>
      <w:numFmt w:val="lowerLetter"/>
      <w:lvlText w:val="%8."/>
      <w:lvlJc w:val="left"/>
      <w:pPr>
        <w:ind w:left="5760" w:hanging="360"/>
      </w:pPr>
    </w:lvl>
    <w:lvl w:ilvl="8" w:tplc="C83AD6F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998BE"/>
    <w:multiLevelType w:val="hybridMultilevel"/>
    <w:tmpl w:val="5E044564"/>
    <w:lvl w:ilvl="0" w:tplc="8D0EB8EE">
      <w:start w:val="8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2A988744">
      <w:start w:val="1"/>
      <w:numFmt w:val="lowerLetter"/>
      <w:lvlText w:val="%2."/>
      <w:lvlJc w:val="left"/>
      <w:pPr>
        <w:ind w:left="1440" w:hanging="360"/>
      </w:pPr>
    </w:lvl>
    <w:lvl w:ilvl="2" w:tplc="B44A27FE">
      <w:start w:val="1"/>
      <w:numFmt w:val="lowerRoman"/>
      <w:lvlText w:val="%3."/>
      <w:lvlJc w:val="right"/>
      <w:pPr>
        <w:ind w:left="2160" w:hanging="180"/>
      </w:pPr>
    </w:lvl>
    <w:lvl w:ilvl="3" w:tplc="BB7272E4">
      <w:start w:val="1"/>
      <w:numFmt w:val="decimal"/>
      <w:lvlText w:val="%4."/>
      <w:lvlJc w:val="left"/>
      <w:pPr>
        <w:ind w:left="2880" w:hanging="360"/>
      </w:pPr>
    </w:lvl>
    <w:lvl w:ilvl="4" w:tplc="25B026CC">
      <w:start w:val="1"/>
      <w:numFmt w:val="lowerLetter"/>
      <w:lvlText w:val="%5."/>
      <w:lvlJc w:val="left"/>
      <w:pPr>
        <w:ind w:left="3600" w:hanging="360"/>
      </w:pPr>
    </w:lvl>
    <w:lvl w:ilvl="5" w:tplc="D0921A86">
      <w:start w:val="1"/>
      <w:numFmt w:val="lowerRoman"/>
      <w:lvlText w:val="%6."/>
      <w:lvlJc w:val="right"/>
      <w:pPr>
        <w:ind w:left="4320" w:hanging="180"/>
      </w:pPr>
    </w:lvl>
    <w:lvl w:ilvl="6" w:tplc="D6446CE4">
      <w:start w:val="1"/>
      <w:numFmt w:val="decimal"/>
      <w:lvlText w:val="%7."/>
      <w:lvlJc w:val="left"/>
      <w:pPr>
        <w:ind w:left="5040" w:hanging="360"/>
      </w:pPr>
    </w:lvl>
    <w:lvl w:ilvl="7" w:tplc="ED0EAF44">
      <w:start w:val="1"/>
      <w:numFmt w:val="lowerLetter"/>
      <w:lvlText w:val="%8."/>
      <w:lvlJc w:val="left"/>
      <w:pPr>
        <w:ind w:left="5760" w:hanging="360"/>
      </w:pPr>
    </w:lvl>
    <w:lvl w:ilvl="8" w:tplc="5650C1D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1CBE4"/>
    <w:multiLevelType w:val="hybridMultilevel"/>
    <w:tmpl w:val="DEE489EA"/>
    <w:lvl w:ilvl="0" w:tplc="59FEBDD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4F0036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0AE0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3AF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827D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B4CD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1E99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660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D666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BBB05"/>
    <w:multiLevelType w:val="multilevel"/>
    <w:tmpl w:val="A7922BE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3503D"/>
    <w:multiLevelType w:val="multilevel"/>
    <w:tmpl w:val="B7D88DD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B185AC"/>
    <w:multiLevelType w:val="multilevel"/>
    <w:tmpl w:val="D10A015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7088E"/>
    <w:multiLevelType w:val="multilevel"/>
    <w:tmpl w:val="E07A3C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8463A"/>
    <w:multiLevelType w:val="hybridMultilevel"/>
    <w:tmpl w:val="F40C2156"/>
    <w:lvl w:ilvl="0" w:tplc="232CAB18">
      <w:start w:val="4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47D898C2">
      <w:start w:val="1"/>
      <w:numFmt w:val="lowerLetter"/>
      <w:lvlText w:val="%2."/>
      <w:lvlJc w:val="left"/>
      <w:pPr>
        <w:ind w:left="1440" w:hanging="360"/>
      </w:pPr>
    </w:lvl>
    <w:lvl w:ilvl="2" w:tplc="C818F10C">
      <w:start w:val="1"/>
      <w:numFmt w:val="lowerRoman"/>
      <w:lvlText w:val="%3."/>
      <w:lvlJc w:val="right"/>
      <w:pPr>
        <w:ind w:left="2160" w:hanging="180"/>
      </w:pPr>
    </w:lvl>
    <w:lvl w:ilvl="3" w:tplc="E402AE36">
      <w:start w:val="1"/>
      <w:numFmt w:val="decimal"/>
      <w:lvlText w:val="%4."/>
      <w:lvlJc w:val="left"/>
      <w:pPr>
        <w:ind w:left="2880" w:hanging="360"/>
      </w:pPr>
    </w:lvl>
    <w:lvl w:ilvl="4" w:tplc="044C446A">
      <w:start w:val="1"/>
      <w:numFmt w:val="lowerLetter"/>
      <w:lvlText w:val="%5."/>
      <w:lvlJc w:val="left"/>
      <w:pPr>
        <w:ind w:left="3600" w:hanging="360"/>
      </w:pPr>
    </w:lvl>
    <w:lvl w:ilvl="5" w:tplc="026AEE16">
      <w:start w:val="1"/>
      <w:numFmt w:val="lowerRoman"/>
      <w:lvlText w:val="%6."/>
      <w:lvlJc w:val="right"/>
      <w:pPr>
        <w:ind w:left="4320" w:hanging="180"/>
      </w:pPr>
    </w:lvl>
    <w:lvl w:ilvl="6" w:tplc="770A4B62">
      <w:start w:val="1"/>
      <w:numFmt w:val="decimal"/>
      <w:lvlText w:val="%7."/>
      <w:lvlJc w:val="left"/>
      <w:pPr>
        <w:ind w:left="5040" w:hanging="360"/>
      </w:pPr>
    </w:lvl>
    <w:lvl w:ilvl="7" w:tplc="3B661E62">
      <w:start w:val="1"/>
      <w:numFmt w:val="lowerLetter"/>
      <w:lvlText w:val="%8."/>
      <w:lvlJc w:val="left"/>
      <w:pPr>
        <w:ind w:left="5760" w:hanging="360"/>
      </w:pPr>
    </w:lvl>
    <w:lvl w:ilvl="8" w:tplc="E95AC16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4301CB"/>
    <w:multiLevelType w:val="hybridMultilevel"/>
    <w:tmpl w:val="CA54942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91F6F6"/>
    <w:multiLevelType w:val="multilevel"/>
    <w:tmpl w:val="BFC8F45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62765802">
    <w:abstractNumId w:val="18"/>
  </w:num>
  <w:num w:numId="2" w16cid:durableId="983779220">
    <w:abstractNumId w:val="11"/>
  </w:num>
  <w:num w:numId="3" w16cid:durableId="51126996">
    <w:abstractNumId w:val="17"/>
  </w:num>
  <w:num w:numId="4" w16cid:durableId="199588721">
    <w:abstractNumId w:val="22"/>
  </w:num>
  <w:num w:numId="5" w16cid:durableId="73553955">
    <w:abstractNumId w:val="24"/>
  </w:num>
  <w:num w:numId="6" w16cid:durableId="1277759015">
    <w:abstractNumId w:val="23"/>
  </w:num>
  <w:num w:numId="7" w16cid:durableId="733772352">
    <w:abstractNumId w:val="16"/>
  </w:num>
  <w:num w:numId="8" w16cid:durableId="1210796930">
    <w:abstractNumId w:val="28"/>
  </w:num>
  <w:num w:numId="9" w16cid:durableId="1587574004">
    <w:abstractNumId w:val="12"/>
  </w:num>
  <w:num w:numId="10" w16cid:durableId="989671831">
    <w:abstractNumId w:val="21"/>
  </w:num>
  <w:num w:numId="11" w16cid:durableId="1300116041">
    <w:abstractNumId w:val="15"/>
  </w:num>
  <w:num w:numId="12" w16cid:durableId="1724599593">
    <w:abstractNumId w:val="20"/>
  </w:num>
  <w:num w:numId="13" w16cid:durableId="51583612">
    <w:abstractNumId w:val="26"/>
  </w:num>
  <w:num w:numId="14" w16cid:durableId="1069154651">
    <w:abstractNumId w:val="19"/>
  </w:num>
  <w:num w:numId="15" w16cid:durableId="1786922026">
    <w:abstractNumId w:val="14"/>
  </w:num>
  <w:num w:numId="16" w16cid:durableId="248583901">
    <w:abstractNumId w:val="13"/>
  </w:num>
  <w:num w:numId="17" w16cid:durableId="1122965084">
    <w:abstractNumId w:val="0"/>
  </w:num>
  <w:num w:numId="18" w16cid:durableId="145712466">
    <w:abstractNumId w:val="1"/>
  </w:num>
  <w:num w:numId="19" w16cid:durableId="1533573452">
    <w:abstractNumId w:val="2"/>
  </w:num>
  <w:num w:numId="20" w16cid:durableId="244875046">
    <w:abstractNumId w:val="3"/>
  </w:num>
  <w:num w:numId="21" w16cid:durableId="1368797934">
    <w:abstractNumId w:val="8"/>
  </w:num>
  <w:num w:numId="22" w16cid:durableId="1117093623">
    <w:abstractNumId w:val="4"/>
  </w:num>
  <w:num w:numId="23" w16cid:durableId="108819709">
    <w:abstractNumId w:val="5"/>
  </w:num>
  <w:num w:numId="24" w16cid:durableId="1402408119">
    <w:abstractNumId w:val="6"/>
  </w:num>
  <w:num w:numId="25" w16cid:durableId="1412895109">
    <w:abstractNumId w:val="7"/>
  </w:num>
  <w:num w:numId="26" w16cid:durableId="46269176">
    <w:abstractNumId w:val="9"/>
  </w:num>
  <w:num w:numId="27" w16cid:durableId="1011613764">
    <w:abstractNumId w:val="27"/>
  </w:num>
  <w:num w:numId="28" w16cid:durableId="1319194388">
    <w:abstractNumId w:val="25"/>
  </w:num>
  <w:num w:numId="29" w16cid:durableId="9430789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DFA"/>
    <w:rsid w:val="00007A02"/>
    <w:rsid w:val="00042CC6"/>
    <w:rsid w:val="0004360B"/>
    <w:rsid w:val="00061659"/>
    <w:rsid w:val="00074417"/>
    <w:rsid w:val="00074D2E"/>
    <w:rsid w:val="000A1B30"/>
    <w:rsid w:val="000C2AD4"/>
    <w:rsid w:val="00115669"/>
    <w:rsid w:val="001202F8"/>
    <w:rsid w:val="00153D3F"/>
    <w:rsid w:val="001B19D2"/>
    <w:rsid w:val="001E5D61"/>
    <w:rsid w:val="002244FB"/>
    <w:rsid w:val="0023212E"/>
    <w:rsid w:val="002832CB"/>
    <w:rsid w:val="00290FA5"/>
    <w:rsid w:val="00292EB9"/>
    <w:rsid w:val="00297CD2"/>
    <w:rsid w:val="002A4F22"/>
    <w:rsid w:val="002B1FE1"/>
    <w:rsid w:val="002B4B1A"/>
    <w:rsid w:val="002C5462"/>
    <w:rsid w:val="002D0934"/>
    <w:rsid w:val="002D0DFA"/>
    <w:rsid w:val="002F572A"/>
    <w:rsid w:val="00317E67"/>
    <w:rsid w:val="00322ACB"/>
    <w:rsid w:val="003A7B65"/>
    <w:rsid w:val="00411E24"/>
    <w:rsid w:val="00436444"/>
    <w:rsid w:val="00484E00"/>
    <w:rsid w:val="00494DF8"/>
    <w:rsid w:val="00497A97"/>
    <w:rsid w:val="004D31AA"/>
    <w:rsid w:val="005579F9"/>
    <w:rsid w:val="005B5015"/>
    <w:rsid w:val="005D0BFE"/>
    <w:rsid w:val="005F7CAF"/>
    <w:rsid w:val="00661FFB"/>
    <w:rsid w:val="00690B55"/>
    <w:rsid w:val="00733487"/>
    <w:rsid w:val="007349EA"/>
    <w:rsid w:val="00797E7D"/>
    <w:rsid w:val="007F6EE6"/>
    <w:rsid w:val="008254AD"/>
    <w:rsid w:val="0090777E"/>
    <w:rsid w:val="009318DF"/>
    <w:rsid w:val="00935F08"/>
    <w:rsid w:val="009426BE"/>
    <w:rsid w:val="009E7194"/>
    <w:rsid w:val="00AB488A"/>
    <w:rsid w:val="00AC7C70"/>
    <w:rsid w:val="00B06F54"/>
    <w:rsid w:val="00B22412"/>
    <w:rsid w:val="00B47303"/>
    <w:rsid w:val="00B6595C"/>
    <w:rsid w:val="00BA68BD"/>
    <w:rsid w:val="00BC6EEC"/>
    <w:rsid w:val="00BD085D"/>
    <w:rsid w:val="00BE139C"/>
    <w:rsid w:val="00BF55A2"/>
    <w:rsid w:val="00C20B56"/>
    <w:rsid w:val="00CA4CDF"/>
    <w:rsid w:val="00CA78E6"/>
    <w:rsid w:val="00CF4CAE"/>
    <w:rsid w:val="00D47B70"/>
    <w:rsid w:val="00D870C2"/>
    <w:rsid w:val="00D91F91"/>
    <w:rsid w:val="00DA3867"/>
    <w:rsid w:val="00DE152E"/>
    <w:rsid w:val="00DE36D2"/>
    <w:rsid w:val="00DF66E1"/>
    <w:rsid w:val="00E531F7"/>
    <w:rsid w:val="00E543CD"/>
    <w:rsid w:val="00E57491"/>
    <w:rsid w:val="00E963E1"/>
    <w:rsid w:val="00EA43CA"/>
    <w:rsid w:val="00EA68FF"/>
    <w:rsid w:val="00EB33E4"/>
    <w:rsid w:val="00EB5510"/>
    <w:rsid w:val="00EB5E17"/>
    <w:rsid w:val="00ED2ED2"/>
    <w:rsid w:val="00ED5057"/>
    <w:rsid w:val="00F05216"/>
    <w:rsid w:val="00F06289"/>
    <w:rsid w:val="00F21A64"/>
    <w:rsid w:val="00F8018E"/>
    <w:rsid w:val="00F94C9C"/>
    <w:rsid w:val="00FB47E1"/>
    <w:rsid w:val="00FD5334"/>
    <w:rsid w:val="00FE7ED2"/>
    <w:rsid w:val="037ED807"/>
    <w:rsid w:val="04A36643"/>
    <w:rsid w:val="051AA868"/>
    <w:rsid w:val="06B678C9"/>
    <w:rsid w:val="0852492A"/>
    <w:rsid w:val="094398AE"/>
    <w:rsid w:val="1DC96262"/>
    <w:rsid w:val="1E9DD999"/>
    <w:rsid w:val="215A431C"/>
    <w:rsid w:val="23919297"/>
    <w:rsid w:val="2A8E42D7"/>
    <w:rsid w:val="58F640D4"/>
    <w:rsid w:val="59351ACD"/>
    <w:rsid w:val="5E360FAD"/>
    <w:rsid w:val="7C07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F73A50"/>
  <w15:chartTrackingRefBased/>
  <w15:docId w15:val="{CE9F7987-7BC5-4219-BF65-AA4813273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9E719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Kop1">
    <w:name w:val="heading 1"/>
    <w:basedOn w:val="Standaard"/>
    <w:next w:val="Standaard"/>
    <w:qFormat/>
    <w:pPr>
      <w:keepNext/>
      <w:spacing w:after="0" w:line="240" w:lineRule="auto"/>
      <w:outlineLvl w:val="0"/>
    </w:pPr>
    <w:rPr>
      <w:rFonts w:ascii="Arial" w:eastAsia="Times New Roman" w:hAnsi="Arial" w:cs="Times New Roman"/>
      <w:caps/>
      <w:sz w:val="20"/>
      <w:szCs w:val="20"/>
      <w:lang w:val="nl-NL" w:eastAsia="nl-NL"/>
    </w:rPr>
  </w:style>
  <w:style w:type="paragraph" w:styleId="Kop2">
    <w:name w:val="heading 2"/>
    <w:basedOn w:val="Standaard"/>
    <w:next w:val="Standaard"/>
    <w:qFormat/>
    <w:pPr>
      <w:keepNext/>
      <w:spacing w:after="0" w:line="240" w:lineRule="auto"/>
      <w:outlineLvl w:val="1"/>
    </w:pPr>
    <w:rPr>
      <w:rFonts w:ascii="Arial" w:eastAsia="Times New Roman" w:hAnsi="Arial" w:cs="Times New Roman"/>
      <w:sz w:val="20"/>
      <w:szCs w:val="20"/>
      <w:lang w:val="nl-NL" w:eastAsia="nl-NL"/>
    </w:rPr>
  </w:style>
  <w:style w:type="paragraph" w:styleId="Kop3">
    <w:name w:val="heading 3"/>
    <w:basedOn w:val="Standaard"/>
    <w:next w:val="Standaard"/>
    <w:qFormat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val="nl-NL" w:eastAsia="nl-NL"/>
    </w:rPr>
  </w:style>
  <w:style w:type="paragraph" w:styleId="Kop6">
    <w:name w:val="heading 6"/>
    <w:basedOn w:val="Standaard"/>
    <w:next w:val="Standaard"/>
    <w:qFormat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Macroteks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Arial" w:hAnsi="Arial"/>
    </w:rPr>
  </w:style>
  <w:style w:type="paragraph" w:customStyle="1" w:styleId="KIXbarcode">
    <w:name w:val="KIX barcode"/>
    <w:basedOn w:val="Standaard"/>
    <w:rPr>
      <w:rFonts w:ascii="KIX Barcode" w:hAnsi="KIX Barcode"/>
    </w:rPr>
  </w:style>
  <w:style w:type="character" w:styleId="GevolgdeHyperlink">
    <w:name w:val="FollowedHyperlink"/>
    <w:rPr>
      <w:rFonts w:ascii="Arial" w:hAnsi="Arial"/>
      <w:color w:val="800080"/>
      <w:u w:val="single"/>
    </w:rPr>
  </w:style>
  <w:style w:type="paragraph" w:styleId="Koptekst">
    <w:name w:val="header"/>
    <w:basedOn w:val="Standaard"/>
    <w:rsid w:val="00497A97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nl-NL" w:eastAsia="nl-NL"/>
    </w:rPr>
  </w:style>
  <w:style w:type="character" w:styleId="Paginanummer">
    <w:name w:val="page number"/>
    <w:rsid w:val="00497A97"/>
    <w:rPr>
      <w:rFonts w:ascii="Arial" w:hAnsi="Arial"/>
      <w:sz w:val="20"/>
    </w:rPr>
  </w:style>
  <w:style w:type="paragraph" w:styleId="Voettekst">
    <w:name w:val="footer"/>
    <w:basedOn w:val="Standaard"/>
    <w:rsid w:val="00497A97"/>
    <w:pPr>
      <w:tabs>
        <w:tab w:val="left" w:pos="567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nl-NL" w:eastAsia="nl-NL"/>
    </w:rPr>
  </w:style>
  <w:style w:type="paragraph" w:styleId="Ballontekst">
    <w:name w:val="Balloon Text"/>
    <w:basedOn w:val="Standaard"/>
    <w:link w:val="BallontekstChar"/>
    <w:rsid w:val="00290FA5"/>
    <w:pPr>
      <w:spacing w:after="0" w:line="240" w:lineRule="auto"/>
    </w:pPr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BallontekstChar">
    <w:name w:val="Ballontekst Char"/>
    <w:basedOn w:val="Standaardalinea-lettertype"/>
    <w:link w:val="Ballontekst"/>
    <w:rsid w:val="00290FA5"/>
    <w:rPr>
      <w:rFonts w:ascii="Tahoma" w:hAnsi="Tahoma" w:cs="Tahoma"/>
      <w:sz w:val="16"/>
      <w:szCs w:val="16"/>
    </w:rPr>
  </w:style>
  <w:style w:type="character" w:customStyle="1" w:styleId="eop">
    <w:name w:val="eop"/>
    <w:basedOn w:val="Standaardalinea-lettertype"/>
    <w:uiPriority w:val="1"/>
    <w:rsid w:val="23919297"/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table" w:styleId="Tabelraster">
    <w:name w:val="Table Grid"/>
    <w:basedOn w:val="Standaardtabe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Standaardalinea-lettertype"/>
    <w:uiPriority w:val="1"/>
    <w:rsid w:val="58F64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jeka\AppData\Local\Temp\Templafy\WordVsto\0koebzrm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TemplafyTemplateConfiguration><![CDATA[{"elementsMetadata":[],"transformationConfigurations":[],"templateName":"Blanco Drenthe","templateDescription":"","enableDocumentContentUpdater":false,"version":"2.0"}]]></TemplafyTemplateConfiguration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Overig" ma:contentTypeID="0x010100B8490113CE537749BB3E621DCFADEA77030012D2CF59D528B241994151A1C3BC712E" ma:contentTypeVersion="28" ma:contentTypeDescription="Gebruik dit inhoudstype wanneer je document niet voldoet aan een van bovenstaande inhoudstypen." ma:contentTypeScope="" ma:versionID="53e812bef90e4c03a4385a5b5e451ac5">
  <xsd:schema xmlns:xsd="http://www.w3.org/2001/XMLSchema" xmlns:xs="http://www.w3.org/2001/XMLSchema" xmlns:p="http://schemas.microsoft.com/office/2006/metadata/properties" xmlns:ns2="035ca2ae-2c7f-485b-bec2-29a4a438683f" xmlns:ns3="3925ceee-f67a-443d-ae10-d79681bde658" xmlns:ns4="68536497-7140-4f42-9321-9ab126902efc" targetNamespace="http://schemas.microsoft.com/office/2006/metadata/properties" ma:root="true" ma:fieldsID="1b7f9721ae090b409d7326663b60694a" ns2:_="" ns3:_="" ns4:_="">
    <xsd:import namespace="035ca2ae-2c7f-485b-bec2-29a4a438683f"/>
    <xsd:import namespace="3925ceee-f67a-443d-ae10-d79681bde658"/>
    <xsd:import namespace="68536497-7140-4f42-9321-9ab126902efc"/>
    <xsd:element name="properties">
      <xsd:complexType>
        <xsd:sequence>
          <xsd:element name="documentManagement">
            <xsd:complexType>
              <xsd:all>
                <xsd:element ref="ns2:pdDocumentToelichting" minOccurs="0"/>
                <xsd:element ref="ns2:pdBehandelaar" minOccurs="0"/>
                <xsd:element ref="ns2:pdFase" minOccurs="0"/>
                <xsd:element ref="ns2:pdDatumDocument" minOccurs="0"/>
                <xsd:element ref="ns2:pdDatumOpmaakDocument" minOccurs="0"/>
                <xsd:element ref="ns2:pdVerwijzingOrgineel" minOccurs="0"/>
                <xsd:element ref="ns2:_dlc_DocId" minOccurs="0"/>
                <xsd:element ref="ns2:_dlc_DocIdUrl" minOccurs="0"/>
                <xsd:element ref="ns2:_dlc_DocIdPersistId" minOccurs="0"/>
                <xsd:element ref="ns2:e489fcd7a2464784ba14e15e40c16da6" minOccurs="0"/>
                <xsd:element ref="ns2:TaxCatchAll" minOccurs="0"/>
                <xsd:element ref="ns2:TaxCatchAllLabel" minOccurs="0"/>
                <xsd:element ref="ns2:TaxKeywordTaxHTField" minOccurs="0"/>
                <xsd:element ref="ns2:pdOpdrachtgever" minOccurs="0"/>
                <xsd:element ref="ns2:pdOpdrachtnemer" minOccurs="0"/>
                <xsd:element ref="ns2:pdBudgetGeld" minOccurs="0"/>
                <xsd:element ref="ns2:pdBudgetOmschrijving" minOccurs="0"/>
                <xsd:element ref="ns2:pdDeadlineDatum" minOccurs="0"/>
                <xsd:element ref="ns2:pdDeadlineDatumOmschrijving" minOccurs="0"/>
                <xsd:element ref="ns2:pdOpdracht" minOccurs="0"/>
                <xsd:element ref="ns3:f8ef0eb3a4da459cae082aedfda32dcb" minOccurs="0"/>
                <xsd:element ref="ns3:d63e586d61a44cfe931c4a934838f7d5" minOccurs="0"/>
                <xsd:element ref="ns3:a88b5036e26c4ae89420e11e21fbc190" minOccurs="0"/>
                <xsd:element ref="ns3:f4be56b20cd1472d9ef8fc5e9b90cbfc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2:SharedWithUsers" minOccurs="0"/>
                <xsd:element ref="ns2:SharedWithDetails" minOccurs="0"/>
                <xsd:element ref="ns4:lcf76f155ced4ddcb4097134ff3c332f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ObjectDetectorVersions" minOccurs="0"/>
                <xsd:element ref="ns4:MediaServiceLocation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ca2ae-2c7f-485b-bec2-29a4a438683f" elementFormDefault="qualified">
    <xsd:import namespace="http://schemas.microsoft.com/office/2006/documentManagement/types"/>
    <xsd:import namespace="http://schemas.microsoft.com/office/infopath/2007/PartnerControls"/>
    <xsd:element name="pdDocumentToelichting" ma:index="2" nillable="true" ma:displayName="Toelichting" ma:description="Geef hier meer informatie of een samenvatting indien de titel niet voldoende aangeeft waar het overgaat." ma:internalName="pdDocumentToelichting">
      <xsd:simpleType>
        <xsd:restriction base="dms:Note">
          <xsd:maxLength value="255"/>
        </xsd:restriction>
      </xsd:simpleType>
    </xsd:element>
    <xsd:element name="pdBehandelaar" ma:index="4" nillable="true" ma:displayName="Behandelaar" ma:list="UserInfo" ma:SharePointGroup="0" ma:internalName="pdBehandelaa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dFase" ma:index="5" nillable="true" ma:displayName="Fase" ma:format="Dropdown" ma:hidden="true" ma:internalName="pdFase" ma:readOnly="false">
      <xsd:simpleType>
        <xsd:restriction base="dms:Choice">
          <xsd:enumeration value="initiatiefase"/>
          <xsd:enumeration value="definitiefase"/>
          <xsd:enumeration value="realisatiefase"/>
          <xsd:enumeration value="afbouwfase"/>
        </xsd:restriction>
      </xsd:simpleType>
    </xsd:element>
    <xsd:element name="pdDatumDocument" ma:index="6" nillable="true" ma:displayName="Datum document" ma:format="DateOnly" ma:internalName="pdDatumDocument">
      <xsd:simpleType>
        <xsd:restriction base="dms:DateTime"/>
      </xsd:simpleType>
    </xsd:element>
    <xsd:element name="pdDatumOpmaakDocument" ma:index="7" nillable="true" ma:displayName="Datum opmaak document" ma:format="DateOnly" ma:internalName="pdDatumOpmaakDocument">
      <xsd:simpleType>
        <xsd:restriction base="dms:DateTime"/>
      </xsd:simpleType>
    </xsd:element>
    <xsd:element name="pdVerwijzingOrgineel" ma:index="8" nillable="true" ma:displayName="Verwijzing orgineel" ma:description="Vul hier het webadres (URL) in, inclusief het http:// voorvoegsel." ma:format="Hyperlink" ma:internalName="pdVerwijzingOrginee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9" nillable="true" ma:displayName="Waarde van de document-id" ma:description="De waarde van de document-id die aan dit item is toegewezen." ma:indexed="true" ma:internalName="_dlc_DocId" ma:readOnly="true">
      <xsd:simpleType>
        <xsd:restriction base="dms:Text"/>
      </xsd:simpleType>
    </xsd:element>
    <xsd:element name="_dlc_DocIdUrl" ma:index="10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  <xsd:element name="e489fcd7a2464784ba14e15e40c16da6" ma:index="12" nillable="true" ma:taxonomy="true" ma:internalName="e489fcd7a2464784ba14e15e40c16da6" ma:taxonomyFieldName="pdDocumentsoort" ma:displayName="Documentsoort" ma:fieldId="{e489fcd7-a246-4784-ba14-e15e40c16da6}" ma:sspId="f792b8c6-db8b-449c-87df-e210eb76498f" ma:termSetId="9f15b786-35d6-47fc-a926-fbc37c5d38b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Catch-all-kolom van taxonomie" ma:hidden="true" ma:list="{ff7e9b88-173d-4c6a-8de4-5bdebf7191cf}" ma:internalName="TaxCatchAll" ma:showField="CatchAllData" ma:web="035ca2ae-2c7f-485b-bec2-29a4a4386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Catch-all-kolom van taxonomie1" ma:hidden="true" ma:list="{ff7e9b88-173d-4c6a-8de4-5bdebf7191cf}" ma:internalName="TaxCatchAllLabel" ma:readOnly="true" ma:showField="CatchAllDataLabel" ma:web="035ca2ae-2c7f-485b-bec2-29a4a4386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1" nillable="true" ma:taxonomy="true" ma:internalName="TaxKeywordTaxHTField" ma:taxonomyFieldName="TaxKeyword" ma:displayName="Ondernemingstrefwoorden" ma:fieldId="{23f27201-bee3-471e-b2e7-b64fd8b7ca38}" ma:taxonomyMulti="true" ma:sspId="f792b8c6-db8b-449c-87df-e210eb76498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dOpdrachtgever" ma:index="23" nillable="true" ma:displayName="Opdrachtgever" ma:list="UserInfo" ma:SharePointGroup="0" ma:internalName="pdOpdrachtgev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dOpdrachtnemer" ma:index="24" nillable="true" ma:displayName="Opdrachtnemer" ma:description="Vul hier de opdrachtnemer in. Dit is de projectleider, programmamanager of procesregiseur." ma:list="UserInfo" ma:SharePointGroup="0" ma:internalName="pdOpdrachtnem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dBudgetGeld" ma:index="25" nillable="true" ma:displayName="Budget geld" ma:LCID="1043" ma:internalName="pdBudgetGeld">
      <xsd:simpleType>
        <xsd:restriction base="dms:Currency"/>
      </xsd:simpleType>
    </xsd:element>
    <xsd:element name="pdBudgetOmschrijving" ma:index="26" nillable="true" ma:displayName="Budget omschrijving" ma:internalName="pdBudgetOmschrijving">
      <xsd:simpleType>
        <xsd:restriction base="dms:Note">
          <xsd:maxLength value="255"/>
        </xsd:restriction>
      </xsd:simpleType>
    </xsd:element>
    <xsd:element name="pdDeadlineDatum" ma:index="27" nillable="true" ma:displayName="Deadline datum" ma:format="DateOnly" ma:internalName="pdDeadlineDatum">
      <xsd:simpleType>
        <xsd:restriction base="dms:DateTime"/>
      </xsd:simpleType>
    </xsd:element>
    <xsd:element name="pdDeadlineDatumOmschrijving" ma:index="28" nillable="true" ma:displayName="Deadline omschrijving" ma:internalName="pdDeadlineDatumOmschrijving">
      <xsd:simpleType>
        <xsd:restriction base="dms:Note">
          <xsd:maxLength value="255"/>
        </xsd:restriction>
      </xsd:simpleType>
    </xsd:element>
    <xsd:element name="pdOpdracht" ma:index="29" nillable="true" ma:displayName="Opdracht" ma:default="LEADER 2023 - 2027" ma:internalName="pdOpdracht">
      <xsd:simpleType>
        <xsd:restriction base="dms:Text">
          <xsd:maxLength value="255"/>
        </xsd:restriction>
      </xsd:simpleType>
    </xsd:element>
    <xsd:element name="SharedWithUsers" ma:index="4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25ceee-f67a-443d-ae10-d79681bde658" elementFormDefault="qualified">
    <xsd:import namespace="http://schemas.microsoft.com/office/2006/documentManagement/types"/>
    <xsd:import namespace="http://schemas.microsoft.com/office/infopath/2007/PartnerControls"/>
    <xsd:element name="f8ef0eb3a4da459cae082aedfda32dcb" ma:index="30" ma:taxonomy="true" ma:internalName="f8ef0eb3a4da459cae082aedfda32dcb" ma:taxonomyFieldName="pdProces" ma:displayName="Proces" ma:default="3;#18|ed7a5e05-78ee-4b59-b376-5ccab56383b4" ma:fieldId="{f8ef0eb3-a4da-459c-ae08-2aedfda32dcb}" ma:taxonomyMulti="true" ma:sspId="f792b8c6-db8b-449c-87df-e210eb76498f" ma:termSetId="86e57a1d-2b49-40f5-9ade-60d156d359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63e586d61a44cfe931c4a934838f7d5" ma:index="32" ma:taxonomy="true" ma:internalName="d63e586d61a44cfe931c4a934838f7d5" ma:taxonomyFieldName="pdAmbitie" ma:displayName="Ambitie" ma:default="1;#Stad en platteland: Ruimte bieden en richting geven|ce2638d8-24b4-4f07-82e7-b708c679bfd5" ma:fieldId="{d63e586d-61a4-4cfe-931c-4a934838f7d5}" ma:taxonomyMulti="true" ma:sspId="f792b8c6-db8b-449c-87df-e210eb76498f" ma:termSetId="6685fad9-f251-4af8-ab73-50e94e73e4c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88b5036e26c4ae89420e11e21fbc190" ma:index="34" ma:taxonomy="true" ma:internalName="a88b5036e26c4ae89420e11e21fbc190" ma:taxonomyFieldName="pdProduct" ma:displayName="Product" ma:default="4;#N.t.b.|6c37a61a-9dd2-4c1b-8282-22731eee7149" ma:fieldId="{a88b5036-e26c-4ae8-9420-e11e21fbc190}" ma:taxonomyMulti="true" ma:sspId="f792b8c6-db8b-449c-87df-e210eb76498f" ma:termSetId="8aba9c9a-f361-4cbb-b7d4-9bed80b057d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4be56b20cd1472d9ef8fc5e9b90cbfc" ma:index="36" ma:taxonomy="true" ma:internalName="f4be56b20cd1472d9ef8fc5e9b90cbfc" ma:taxonomyFieldName="pdTaakveld" ma:displayName="Taakveld" ma:default="2;#6.1 Agrarische aangelegenheden|5732c1e2-1802-4eba-8db7-a40b3f68d61d" ma:fieldId="{f4be56b2-0cd1-472d-9ef8-fc5e9b90cbfc}" ma:taxonomyMulti="true" ma:sspId="f792b8c6-db8b-449c-87df-e210eb76498f" ma:termSetId="b3cef025-ef0d-453b-bf87-94ede4aafd0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36497-7140-4f42-9321-9ab126902e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45" nillable="true" ma:taxonomy="true" ma:internalName="lcf76f155ced4ddcb4097134ff3c332f" ma:taxonomyFieldName="MediaServiceImageTags" ma:displayName="Afbeeldingtags" ma:readOnly="false" ma:fieldId="{5cf76f15-5ced-4ddc-b409-7134ff3c332f}" ma:taxonomyMulti="true" ma:sspId="f792b8c6-db8b-449c-87df-e210eb764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4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5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5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5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houdstype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dBehandelaar xmlns="035ca2ae-2c7f-485b-bec2-29a4a438683f">
      <UserInfo>
        <DisplayName/>
        <AccountId xsi:nil="true"/>
        <AccountType/>
      </UserInfo>
    </pdBehandelaar>
    <pdBudgetOmschrijving xmlns="035ca2ae-2c7f-485b-bec2-29a4a438683f" xsi:nil="true"/>
    <pdDatumOpmaakDocument xmlns="035ca2ae-2c7f-485b-bec2-29a4a438683f" xsi:nil="true"/>
    <pdBudgetGeld xmlns="035ca2ae-2c7f-485b-bec2-29a4a438683f" xsi:nil="true"/>
    <e489fcd7a2464784ba14e15e40c16da6 xmlns="035ca2ae-2c7f-485b-bec2-29a4a438683f">
      <Terms xmlns="http://schemas.microsoft.com/office/infopath/2007/PartnerControls"/>
    </e489fcd7a2464784ba14e15e40c16da6>
    <a88b5036e26c4ae89420e11e21fbc190 xmlns="3925ceee-f67a-443d-ae10-d79681bde6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N.t.b.</TermName>
          <TermId xmlns="http://schemas.microsoft.com/office/infopath/2007/PartnerControls">6c37a61a-9dd2-4c1b-8282-22731eee7149</TermId>
        </TermInfo>
      </Terms>
    </a88b5036e26c4ae89420e11e21fbc190>
    <pdOpdracht xmlns="035ca2ae-2c7f-485b-bec2-29a4a438683f">LEADER 2023 - 2027</pdOpdracht>
    <pdDocumentToelichting xmlns="035ca2ae-2c7f-485b-bec2-29a4a438683f" xsi:nil="true"/>
    <pdDeadlineDatum xmlns="035ca2ae-2c7f-485b-bec2-29a4a438683f" xsi:nil="true"/>
    <pdDeadlineDatumOmschrijving xmlns="035ca2ae-2c7f-485b-bec2-29a4a438683f" xsi:nil="true"/>
    <d63e586d61a44cfe931c4a934838f7d5 xmlns="3925ceee-f67a-443d-ae10-d79681bde6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Stad en platteland: Ruimte bieden en richting geven</TermName>
          <TermId xmlns="http://schemas.microsoft.com/office/infopath/2007/PartnerControls">ce2638d8-24b4-4f07-82e7-b708c679bfd5</TermId>
        </TermInfo>
      </Terms>
    </d63e586d61a44cfe931c4a934838f7d5>
    <f4be56b20cd1472d9ef8fc5e9b90cbfc xmlns="3925ceee-f67a-443d-ae10-d79681bde6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6.1 Agrarische aangelegenheden</TermName>
          <TermId xmlns="http://schemas.microsoft.com/office/infopath/2007/PartnerControls">5732c1e2-1802-4eba-8db7-a40b3f68d61d</TermId>
        </TermInfo>
      </Terms>
    </f4be56b20cd1472d9ef8fc5e9b90cbfc>
    <lcf76f155ced4ddcb4097134ff3c332f xmlns="68536497-7140-4f42-9321-9ab126902efc">
      <Terms xmlns="http://schemas.microsoft.com/office/infopath/2007/PartnerControls"/>
    </lcf76f155ced4ddcb4097134ff3c332f>
    <pdDatumDocument xmlns="035ca2ae-2c7f-485b-bec2-29a4a438683f" xsi:nil="true"/>
    <TaxCatchAll xmlns="035ca2ae-2c7f-485b-bec2-29a4a438683f">
      <Value>4</Value>
      <Value>3</Value>
      <Value>2</Value>
      <Value>1</Value>
    </TaxCatchAll>
    <pdFase xmlns="035ca2ae-2c7f-485b-bec2-29a4a438683f" xsi:nil="true"/>
    <pdOpdrachtgever xmlns="035ca2ae-2c7f-485b-bec2-29a4a438683f">
      <UserInfo>
        <DisplayName/>
        <AccountId xsi:nil="true"/>
        <AccountType/>
      </UserInfo>
    </pdOpdrachtgever>
    <pdVerwijzingOrgineel xmlns="035ca2ae-2c7f-485b-bec2-29a4a438683f">
      <Url xsi:nil="true"/>
      <Description xsi:nil="true"/>
    </pdVerwijzingOrgineel>
    <pdOpdrachtnemer xmlns="035ca2ae-2c7f-485b-bec2-29a4a438683f">
      <UserInfo>
        <DisplayName/>
        <AccountId xsi:nil="true"/>
        <AccountType/>
      </UserInfo>
    </pdOpdrachtnemer>
    <f8ef0eb3a4da459cae082aedfda32dcb xmlns="3925ceee-f67a-443d-ae10-d79681bde6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18</TermName>
          <TermId xmlns="http://schemas.microsoft.com/office/infopath/2007/PartnerControls">ed7a5e05-78ee-4b59-b376-5ccab56383b4</TermId>
        </TermInfo>
      </Terms>
    </f8ef0eb3a4da459cae082aedfda32dcb>
    <TaxKeywordTaxHTField xmlns="035ca2ae-2c7f-485b-bec2-29a4a438683f">
      <Terms xmlns="http://schemas.microsoft.com/office/infopath/2007/PartnerControls"/>
    </TaxKeywordTaxHTField>
    <_dlc_DocId xmlns="035ca2ae-2c7f-485b-bec2-29a4a438683f">PD18-1363111527-1528</_dlc_DocId>
    <_dlc_DocIdUrl xmlns="035ca2ae-2c7f-485b-bec2-29a4a438683f">
      <Url>https://provinciedrenthe.sharepoint.com/sites/PG20220523LEADER/_layouts/15/DocIdRedir.aspx?ID=PD18-1363111527-1528</Url>
      <Description>PD18-1363111527-1528</Description>
    </_dlc_DocIdUrl>
    <SharedWithUsers xmlns="035ca2ae-2c7f-485b-bec2-29a4a438683f">
      <UserInfo>
        <DisplayName>Linda Hoeksema</DisplayName>
        <AccountId>19</AccountId>
        <AccountType/>
      </UserInfo>
      <UserInfo>
        <DisplayName>Henk van der Horst</DisplayName>
        <AccountId>110</AccountId>
        <AccountType/>
      </UserInfo>
      <UserInfo>
        <DisplayName>Ina Warmelts</DisplayName>
        <AccountId>85</AccountId>
        <AccountType/>
      </UserInfo>
      <UserInfo>
        <DisplayName>Marije Kattenwinkel</DisplayName>
        <AccountId>109</AccountId>
        <AccountType/>
      </UserInfo>
    </SharedWithUsers>
    <_dlc_DocIdPersistId xmlns="035ca2ae-2c7f-485b-bec2-29a4a438683f">false</_dlc_DocIdPersistId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6.xml><?xml version="1.0" encoding="utf-8"?>
<TemplafyFormConfiguration><![CDATA[{"formFields":[],"formDataEntries":[]}]]></TemplafyFormConfiguration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24FEEE-E1EA-49EB-9299-458128E0DF82}">
  <ds:schemaRefs/>
</ds:datastoreItem>
</file>

<file path=customXml/itemProps2.xml><?xml version="1.0" encoding="utf-8"?>
<ds:datastoreItem xmlns:ds="http://schemas.openxmlformats.org/officeDocument/2006/customXml" ds:itemID="{E4AD31EA-C1C2-4F48-8DE4-3ECC87918C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5ca2ae-2c7f-485b-bec2-29a4a438683f"/>
    <ds:schemaRef ds:uri="3925ceee-f67a-443d-ae10-d79681bde658"/>
    <ds:schemaRef ds:uri="68536497-7140-4f42-9321-9ab126902e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A5CE8B-FDE6-43CB-ABED-87AD3C335F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CDB3BF-D8A5-4801-8443-B74BCFD39EAB}">
  <ds:schemaRefs>
    <ds:schemaRef ds:uri="http://schemas.microsoft.com/office/2006/metadata/properties"/>
    <ds:schemaRef ds:uri="http://schemas.microsoft.com/office/infopath/2007/PartnerControls"/>
    <ds:schemaRef ds:uri="035ca2ae-2c7f-485b-bec2-29a4a438683f"/>
    <ds:schemaRef ds:uri="3925ceee-f67a-443d-ae10-d79681bde658"/>
    <ds:schemaRef ds:uri="68536497-7140-4f42-9321-9ab126902efc"/>
  </ds:schemaRefs>
</ds:datastoreItem>
</file>

<file path=customXml/itemProps5.xml><?xml version="1.0" encoding="utf-8"?>
<ds:datastoreItem xmlns:ds="http://schemas.openxmlformats.org/officeDocument/2006/customXml" ds:itemID="{72DD8BE3-80F0-4DD3-B1A7-2F9ECF0C777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10DFC34-1077-407A-9A04-9EE7A5E03738}">
  <ds:schemaRefs/>
</ds:datastoreItem>
</file>

<file path=customXml/itemProps7.xml><?xml version="1.0" encoding="utf-8"?>
<ds:datastoreItem xmlns:ds="http://schemas.openxmlformats.org/officeDocument/2006/customXml" ds:itemID="{6BE554FF-0827-49B3-8DAA-2BB64615AA6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0koebzrm</Template>
  <TotalTime>1</TotalTime>
  <Pages>3</Pages>
  <Words>307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Marije Kattenwinkel</dc:creator>
  <cp:keywords/>
  <dc:description/>
  <cp:lastModifiedBy>Annie Stel - van Unen | SNN</cp:lastModifiedBy>
  <cp:revision>2</cp:revision>
  <dcterms:created xsi:type="dcterms:W3CDTF">2025-03-12T10:05:00Z</dcterms:created>
  <dcterms:modified xsi:type="dcterms:W3CDTF">2025-03-12T10:05:00Z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enantId">
    <vt:lpwstr>drenthe</vt:lpwstr>
  </property>
  <property fmtid="{D5CDD505-2E9C-101B-9397-08002B2CF9AE}" pid="3" name="TemplafyTemplateId">
    <vt:lpwstr>637503571565247514</vt:lpwstr>
  </property>
  <property fmtid="{D5CDD505-2E9C-101B-9397-08002B2CF9AE}" pid="4" name="TemplafyUserProfileId">
    <vt:lpwstr>637740500524530613</vt:lpwstr>
  </property>
  <property fmtid="{D5CDD505-2E9C-101B-9397-08002B2CF9AE}" pid="5" name="TemplafyFromBlank">
    <vt:bool>true</vt:bool>
  </property>
  <property fmtid="{D5CDD505-2E9C-101B-9397-08002B2CF9AE}" pid="6" name="ContentTypeId">
    <vt:lpwstr>0x010100B8490113CE537749BB3E621DCFADEA77030012D2CF59D528B241994151A1C3BC712E</vt:lpwstr>
  </property>
  <property fmtid="{D5CDD505-2E9C-101B-9397-08002B2CF9AE}" pid="7" name="pdProduct">
    <vt:lpwstr>4;#N.t.b.|6c37a61a-9dd2-4c1b-8282-22731eee7149</vt:lpwstr>
  </property>
  <property fmtid="{D5CDD505-2E9C-101B-9397-08002B2CF9AE}" pid="8" name="pdProces">
    <vt:lpwstr>3;#18|ed7a5e05-78ee-4b59-b376-5ccab56383b4</vt:lpwstr>
  </property>
  <property fmtid="{D5CDD505-2E9C-101B-9397-08002B2CF9AE}" pid="9" name="pdTaakveld">
    <vt:lpwstr>2;#6.1 Agrarische aangelegenheden|5732c1e2-1802-4eba-8db7-a40b3f68d61d</vt:lpwstr>
  </property>
  <property fmtid="{D5CDD505-2E9C-101B-9397-08002B2CF9AE}" pid="10" name="pdAmbitie">
    <vt:lpwstr>1;#Stad en platteland: Ruimte bieden en richting geven|ce2638d8-24b4-4f07-82e7-b708c679bfd5</vt:lpwstr>
  </property>
  <property fmtid="{D5CDD505-2E9C-101B-9397-08002B2CF9AE}" pid="11" name="TaxKeyword">
    <vt:lpwstr/>
  </property>
  <property fmtid="{D5CDD505-2E9C-101B-9397-08002B2CF9AE}" pid="12" name="MediaServiceImageTags">
    <vt:lpwstr/>
  </property>
  <property fmtid="{D5CDD505-2E9C-101B-9397-08002B2CF9AE}" pid="13" name="pdProvisanummer">
    <vt:lpwstr/>
  </property>
  <property fmtid="{D5CDD505-2E9C-101B-9397-08002B2CF9AE}" pid="14" name="pdDocumentsoort">
    <vt:lpwstr/>
  </property>
  <property fmtid="{D5CDD505-2E9C-101B-9397-08002B2CF9AE}" pid="15" name="nf271a217b334c1c9fab81af5eeb96a6">
    <vt:lpwstr/>
  </property>
  <property fmtid="{D5CDD505-2E9C-101B-9397-08002B2CF9AE}" pid="16" name="d2774709bc3a43da95d01931311adb2b">
    <vt:lpwstr/>
  </property>
  <property fmtid="{D5CDD505-2E9C-101B-9397-08002B2CF9AE}" pid="17" name="pdBeheerdeTrefwoorden">
    <vt:lpwstr/>
  </property>
  <property fmtid="{D5CDD505-2E9C-101B-9397-08002B2CF9AE}" pid="18" name="DocumentSetDescription">
    <vt:lpwstr/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pdBAC">
    <vt:lpwstr/>
  </property>
  <property fmtid="{D5CDD505-2E9C-101B-9397-08002B2CF9AE}" pid="24" name="pdOmschrijvingBewaartermijn">
    <vt:lpwstr/>
  </property>
  <property fmtid="{D5CDD505-2E9C-101B-9397-08002B2CF9AE}" pid="25" name="pdDossierAfsluiten">
    <vt:bool>false</vt:bool>
  </property>
  <property fmtid="{D5CDD505-2E9C-101B-9397-08002B2CF9AE}" pid="26" name="pdContactpersoonEnAdres">
    <vt:lpwstr/>
  </property>
  <property fmtid="{D5CDD505-2E9C-101B-9397-08002B2CF9AE}" pid="27" name="pdUwKenmerk">
    <vt:lpwstr/>
  </property>
  <property fmtid="{D5CDD505-2E9C-101B-9397-08002B2CF9AE}" pid="28" name="pdReferentienummer">
    <vt:lpwstr/>
  </property>
  <property fmtid="{D5CDD505-2E9C-101B-9397-08002B2CF9AE}" pid="29" name="pdOpdrachtdossier">
    <vt:lpwstr/>
  </property>
  <property fmtid="{D5CDD505-2E9C-101B-9397-08002B2CF9AE}" pid="30" name="xd_Signature">
    <vt:bool>false</vt:bool>
  </property>
  <property fmtid="{D5CDD505-2E9C-101B-9397-08002B2CF9AE}" pid="31" name="pdOndertekenaar">
    <vt:lpwstr/>
  </property>
  <property fmtid="{D5CDD505-2E9C-101B-9397-08002B2CF9AE}" pid="32" name="pdVerantwoordelijke">
    <vt:lpwstr/>
  </property>
  <property fmtid="{D5CDD505-2E9C-101B-9397-08002B2CF9AE}" pid="33" name="TriggerFlowInfo">
    <vt:lpwstr/>
  </property>
  <property fmtid="{D5CDD505-2E9C-101B-9397-08002B2CF9AE}" pid="34" name="_dlc_DocIdItemGuid">
    <vt:lpwstr>24dd65ca-10b0-4f53-80e8-58f60f7058f0</vt:lpwstr>
  </property>
  <property fmtid="{D5CDD505-2E9C-101B-9397-08002B2CF9AE}" pid="35" name="_docset_NoMedatataSyncRequired">
    <vt:lpwstr>False</vt:lpwstr>
  </property>
</Properties>
</file>